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9CEF1" w14:textId="77777777" w:rsidR="005B6A2A" w:rsidRPr="00614203" w:rsidRDefault="005B6A2A" w:rsidP="00456D8D">
      <w:pPr>
        <w:ind w:right="-694"/>
        <w:jc w:val="center"/>
        <w:rPr>
          <w:rFonts w:asciiTheme="minorHAnsi" w:hAnsiTheme="minorHAnsi" w:cstheme="minorHAnsi"/>
          <w:b/>
          <w:sz w:val="28"/>
          <w:szCs w:val="32"/>
        </w:rPr>
      </w:pPr>
      <w:bookmarkStart w:id="0" w:name="_GoBack"/>
      <w:bookmarkEnd w:id="0"/>
      <w:r w:rsidRPr="00614203">
        <w:rPr>
          <w:rFonts w:asciiTheme="minorHAnsi" w:hAnsiTheme="minorHAnsi" w:cstheme="minorHAnsi"/>
          <w:b/>
          <w:sz w:val="28"/>
          <w:szCs w:val="32"/>
        </w:rPr>
        <w:t>St Pius X High School Adamstown</w:t>
      </w:r>
    </w:p>
    <w:p w14:paraId="3FB9CEF2" w14:textId="77777777" w:rsidR="005B6A2A" w:rsidRPr="00614203" w:rsidRDefault="005B6A2A" w:rsidP="005B6A2A">
      <w:pPr>
        <w:ind w:left="-900" w:right="-694"/>
        <w:jc w:val="center"/>
        <w:rPr>
          <w:rFonts w:asciiTheme="minorHAnsi" w:hAnsiTheme="minorHAnsi" w:cstheme="minorHAnsi"/>
          <w:b/>
          <w:sz w:val="28"/>
          <w:szCs w:val="32"/>
        </w:rPr>
      </w:pPr>
      <w:r w:rsidRPr="00614203">
        <w:rPr>
          <w:rFonts w:asciiTheme="minorHAnsi" w:hAnsiTheme="minorHAnsi" w:cstheme="minorHAnsi"/>
          <w:b/>
          <w:sz w:val="28"/>
          <w:szCs w:val="32"/>
        </w:rPr>
        <w:t>My Retreat Code of Conduct and Responsibility Contract</w:t>
      </w:r>
    </w:p>
    <w:p w14:paraId="3FB9CEF3" w14:textId="77777777" w:rsidR="005B6A2A" w:rsidRPr="00614203" w:rsidRDefault="005B6A2A" w:rsidP="004A6E3A">
      <w:pPr>
        <w:ind w:left="-900" w:right="-694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FB9CEF4" w14:textId="77777777" w:rsidR="004A6E3A" w:rsidRPr="00614203" w:rsidRDefault="004A6E3A" w:rsidP="004A6E3A">
      <w:pPr>
        <w:ind w:left="-900" w:right="-694"/>
        <w:jc w:val="center"/>
        <w:rPr>
          <w:rFonts w:asciiTheme="minorHAnsi" w:hAnsiTheme="minorHAnsi" w:cstheme="minorHAnsi"/>
          <w:b/>
          <w:sz w:val="28"/>
          <w:szCs w:val="32"/>
          <w:u w:val="single"/>
        </w:rPr>
      </w:pPr>
      <w:r w:rsidRPr="00614203">
        <w:rPr>
          <w:rFonts w:asciiTheme="minorHAnsi" w:hAnsiTheme="minorHAnsi" w:cstheme="minorHAnsi"/>
          <w:b/>
          <w:sz w:val="28"/>
          <w:szCs w:val="32"/>
          <w:u w:val="single"/>
        </w:rPr>
        <w:t>Year 10 Retreat STUDENTS</w:t>
      </w:r>
    </w:p>
    <w:p w14:paraId="3FB9CEF6" w14:textId="4DDC1F22" w:rsidR="004A6E3A" w:rsidRPr="00614203" w:rsidRDefault="004A6E3A" w:rsidP="004A6E3A">
      <w:pPr>
        <w:ind w:right="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To ensure that everyone is free to have a safe, positive and enjoyable experience on retreat, I choose to commit myself to the following code </w:t>
      </w:r>
      <w:r w:rsidR="00614203">
        <w:rPr>
          <w:rFonts w:asciiTheme="minorHAnsi" w:hAnsiTheme="minorHAnsi" w:cstheme="minorHAnsi"/>
        </w:rPr>
        <w:t>of conduct</w:t>
      </w:r>
      <w:r w:rsidRPr="00614203">
        <w:rPr>
          <w:rFonts w:asciiTheme="minorHAnsi" w:hAnsiTheme="minorHAnsi" w:cstheme="minorHAnsi"/>
        </w:rPr>
        <w:t>:</w:t>
      </w:r>
    </w:p>
    <w:p w14:paraId="3FB9CEF7" w14:textId="77777777" w:rsidR="004A6E3A" w:rsidRPr="00614203" w:rsidRDefault="004A6E3A" w:rsidP="004A6E3A">
      <w:pPr>
        <w:ind w:right="26"/>
        <w:rPr>
          <w:rFonts w:asciiTheme="minorHAnsi" w:hAnsiTheme="minorHAnsi" w:cstheme="minorHAnsi"/>
        </w:rPr>
      </w:pPr>
    </w:p>
    <w:p w14:paraId="3FB9CEF8" w14:textId="77777777" w:rsidR="004A6E3A" w:rsidRPr="00614203" w:rsidRDefault="004A6E3A" w:rsidP="00614203">
      <w:pPr>
        <w:pStyle w:val="NoSpacing"/>
        <w:numPr>
          <w:ilvl w:val="0"/>
          <w:numId w:val="3"/>
        </w:numPr>
        <w:ind w:left="426" w:hanging="4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I will </w:t>
      </w:r>
      <w:r w:rsidRPr="00614203">
        <w:rPr>
          <w:rFonts w:asciiTheme="minorHAnsi" w:hAnsiTheme="minorHAnsi" w:cstheme="minorHAnsi"/>
          <w:b/>
        </w:rPr>
        <w:t>respect and obey the rules of the retreat</w:t>
      </w:r>
      <w:r w:rsidRPr="00614203">
        <w:rPr>
          <w:rFonts w:asciiTheme="minorHAnsi" w:hAnsiTheme="minorHAnsi" w:cstheme="minorHAnsi"/>
        </w:rPr>
        <w:t>, both those given by the staff and those specified by the Collaroy centre.</w:t>
      </w:r>
    </w:p>
    <w:p w14:paraId="3FB9CEF9" w14:textId="77777777" w:rsidR="004A6E3A" w:rsidRPr="00614203" w:rsidRDefault="004A6E3A" w:rsidP="00614203">
      <w:pPr>
        <w:pStyle w:val="NoSpacing"/>
        <w:numPr>
          <w:ilvl w:val="0"/>
          <w:numId w:val="3"/>
        </w:numPr>
        <w:ind w:left="426" w:hanging="4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I will </w:t>
      </w:r>
      <w:r w:rsidRPr="00614203">
        <w:rPr>
          <w:rFonts w:asciiTheme="minorHAnsi" w:hAnsiTheme="minorHAnsi" w:cstheme="minorHAnsi"/>
          <w:b/>
        </w:rPr>
        <w:t>obey instructions or directions</w:t>
      </w:r>
      <w:r w:rsidRPr="00614203">
        <w:rPr>
          <w:rFonts w:asciiTheme="minorHAnsi" w:hAnsiTheme="minorHAnsi" w:cstheme="minorHAnsi"/>
        </w:rPr>
        <w:t xml:space="preserve"> given to me by the retreat staff.</w:t>
      </w:r>
    </w:p>
    <w:p w14:paraId="3FB9CEFA" w14:textId="77777777" w:rsidR="004A6E3A" w:rsidRPr="00614203" w:rsidRDefault="004A6E3A" w:rsidP="00614203">
      <w:pPr>
        <w:pStyle w:val="NoSpacing"/>
        <w:numPr>
          <w:ilvl w:val="0"/>
          <w:numId w:val="3"/>
        </w:numPr>
        <w:ind w:left="426" w:hanging="4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I will </w:t>
      </w:r>
      <w:r w:rsidRPr="00614203">
        <w:rPr>
          <w:rFonts w:asciiTheme="minorHAnsi" w:hAnsiTheme="minorHAnsi" w:cstheme="minorHAnsi"/>
          <w:b/>
        </w:rPr>
        <w:t>not take any banned substances</w:t>
      </w:r>
      <w:r w:rsidRPr="00614203">
        <w:rPr>
          <w:rFonts w:asciiTheme="minorHAnsi" w:hAnsiTheme="minorHAnsi" w:cstheme="minorHAnsi"/>
        </w:rPr>
        <w:t xml:space="preserve"> to the retreat, specifically cigarettes, alcohol and other drugs.</w:t>
      </w:r>
    </w:p>
    <w:p w14:paraId="3FB9CEFB" w14:textId="77777777" w:rsidR="004A6E3A" w:rsidRPr="00614203" w:rsidRDefault="004A6E3A" w:rsidP="00614203">
      <w:pPr>
        <w:pStyle w:val="NoSpacing"/>
        <w:numPr>
          <w:ilvl w:val="0"/>
          <w:numId w:val="3"/>
        </w:numPr>
        <w:ind w:left="426" w:hanging="4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I will </w:t>
      </w:r>
      <w:r w:rsidRPr="00614203">
        <w:rPr>
          <w:rFonts w:asciiTheme="minorHAnsi" w:hAnsiTheme="minorHAnsi" w:cstheme="minorHAnsi"/>
          <w:b/>
        </w:rPr>
        <w:t>not use any banned substances</w:t>
      </w:r>
      <w:r w:rsidRPr="00614203">
        <w:rPr>
          <w:rFonts w:asciiTheme="minorHAnsi" w:hAnsiTheme="minorHAnsi" w:cstheme="minorHAnsi"/>
        </w:rPr>
        <w:t xml:space="preserve"> during the retreat, specifically cigarettes, alcohol and other drugs.</w:t>
      </w:r>
    </w:p>
    <w:p w14:paraId="3FB9CEFC" w14:textId="77777777" w:rsidR="004A6E3A" w:rsidRPr="00614203" w:rsidRDefault="004A6E3A" w:rsidP="00614203">
      <w:pPr>
        <w:pStyle w:val="NoSpacing"/>
        <w:numPr>
          <w:ilvl w:val="0"/>
          <w:numId w:val="3"/>
        </w:numPr>
        <w:ind w:left="426" w:hanging="4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I will be </w:t>
      </w:r>
      <w:r w:rsidRPr="00614203">
        <w:rPr>
          <w:rFonts w:asciiTheme="minorHAnsi" w:hAnsiTheme="minorHAnsi" w:cstheme="minorHAnsi"/>
          <w:b/>
        </w:rPr>
        <w:t>polite, responsible and respectful of all people</w:t>
      </w:r>
      <w:r w:rsidRPr="00614203">
        <w:rPr>
          <w:rFonts w:asciiTheme="minorHAnsi" w:hAnsiTheme="minorHAnsi" w:cstheme="minorHAnsi"/>
        </w:rPr>
        <w:t xml:space="preserve"> on our retreat and other persons at the Collaroy centre.</w:t>
      </w:r>
    </w:p>
    <w:p w14:paraId="3FB9CEFD" w14:textId="607B5BE3" w:rsidR="004A6E3A" w:rsidRPr="00614203" w:rsidRDefault="004A6E3A" w:rsidP="00614203">
      <w:pPr>
        <w:pStyle w:val="NoSpacing"/>
        <w:numPr>
          <w:ilvl w:val="0"/>
          <w:numId w:val="3"/>
        </w:numPr>
        <w:ind w:left="426" w:hanging="4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I will </w:t>
      </w:r>
      <w:r w:rsidRPr="00614203">
        <w:rPr>
          <w:rFonts w:asciiTheme="minorHAnsi" w:hAnsiTheme="minorHAnsi" w:cstheme="minorHAnsi"/>
          <w:b/>
        </w:rPr>
        <w:t>give</w:t>
      </w:r>
      <w:r w:rsidR="00456D8D" w:rsidRPr="00614203">
        <w:rPr>
          <w:rFonts w:asciiTheme="minorHAnsi" w:hAnsiTheme="minorHAnsi" w:cstheme="minorHAnsi"/>
          <w:b/>
        </w:rPr>
        <w:t xml:space="preserve"> my best to the retreat process</w:t>
      </w:r>
      <w:r w:rsidR="00456D8D" w:rsidRPr="00614203">
        <w:rPr>
          <w:rFonts w:asciiTheme="minorHAnsi" w:hAnsiTheme="minorHAnsi" w:cstheme="minorHAnsi"/>
        </w:rPr>
        <w:t xml:space="preserve"> and participate in</w:t>
      </w:r>
      <w:r w:rsidR="0033248F" w:rsidRPr="00614203">
        <w:rPr>
          <w:rFonts w:asciiTheme="minorHAnsi" w:hAnsiTheme="minorHAnsi" w:cstheme="minorHAnsi"/>
        </w:rPr>
        <w:t xml:space="preserve"> all</w:t>
      </w:r>
      <w:r w:rsidR="00456D8D" w:rsidRPr="00614203">
        <w:rPr>
          <w:rFonts w:asciiTheme="minorHAnsi" w:hAnsiTheme="minorHAnsi" w:cstheme="minorHAnsi"/>
        </w:rPr>
        <w:t xml:space="preserve"> activities with an open mind.</w:t>
      </w:r>
    </w:p>
    <w:p w14:paraId="3FB9CEFE" w14:textId="77777777" w:rsidR="004A6E3A" w:rsidRPr="00614203" w:rsidRDefault="004A6E3A" w:rsidP="00614203">
      <w:pPr>
        <w:pStyle w:val="NoSpacing"/>
        <w:numPr>
          <w:ilvl w:val="0"/>
          <w:numId w:val="3"/>
        </w:numPr>
        <w:ind w:left="426" w:hanging="4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I will </w:t>
      </w:r>
      <w:r w:rsidRPr="00614203">
        <w:rPr>
          <w:rFonts w:asciiTheme="minorHAnsi" w:hAnsiTheme="minorHAnsi" w:cstheme="minorHAnsi"/>
          <w:b/>
        </w:rPr>
        <w:t>leave others free to participate</w:t>
      </w:r>
      <w:r w:rsidRPr="00614203">
        <w:rPr>
          <w:rFonts w:asciiTheme="minorHAnsi" w:hAnsiTheme="minorHAnsi" w:cstheme="minorHAnsi"/>
        </w:rPr>
        <w:t xml:space="preserve"> in the retreat process.</w:t>
      </w:r>
    </w:p>
    <w:p w14:paraId="3FB9CEFF" w14:textId="77777777" w:rsidR="004A6E3A" w:rsidRPr="00614203" w:rsidRDefault="004A6E3A" w:rsidP="00614203">
      <w:pPr>
        <w:pStyle w:val="NoSpacing"/>
        <w:numPr>
          <w:ilvl w:val="0"/>
          <w:numId w:val="3"/>
        </w:numPr>
        <w:ind w:left="426" w:hanging="4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I will </w:t>
      </w:r>
      <w:r w:rsidRPr="00614203">
        <w:rPr>
          <w:rFonts w:asciiTheme="minorHAnsi" w:hAnsiTheme="minorHAnsi" w:cstheme="minorHAnsi"/>
          <w:b/>
        </w:rPr>
        <w:t>respect and look after the property</w:t>
      </w:r>
      <w:r w:rsidRPr="00614203">
        <w:rPr>
          <w:rFonts w:asciiTheme="minorHAnsi" w:hAnsiTheme="minorHAnsi" w:cstheme="minorHAnsi"/>
        </w:rPr>
        <w:t xml:space="preserve"> of the Collaroy centre.</w:t>
      </w:r>
    </w:p>
    <w:p w14:paraId="3FB9CF00" w14:textId="360612E1" w:rsidR="004A6E3A" w:rsidRPr="00614203" w:rsidRDefault="004A6E3A" w:rsidP="00614203">
      <w:pPr>
        <w:pStyle w:val="NoSpacing"/>
        <w:numPr>
          <w:ilvl w:val="0"/>
          <w:numId w:val="3"/>
        </w:numPr>
        <w:ind w:left="426" w:hanging="4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I undertake to </w:t>
      </w:r>
      <w:r w:rsidRPr="00614203">
        <w:rPr>
          <w:rFonts w:asciiTheme="minorHAnsi" w:hAnsiTheme="minorHAnsi" w:cstheme="minorHAnsi"/>
          <w:b/>
        </w:rPr>
        <w:t>cover the cost of any property that may be damaged</w:t>
      </w:r>
      <w:r w:rsidRPr="00614203">
        <w:rPr>
          <w:rFonts w:asciiTheme="minorHAnsi" w:hAnsiTheme="minorHAnsi" w:cstheme="minorHAnsi"/>
        </w:rPr>
        <w:t xml:space="preserve"> as a result of my </w:t>
      </w:r>
      <w:r w:rsidR="00614203" w:rsidRPr="00614203">
        <w:rPr>
          <w:rFonts w:asciiTheme="minorHAnsi" w:hAnsiTheme="minorHAnsi" w:cstheme="minorHAnsi"/>
        </w:rPr>
        <w:t>b</w:t>
      </w:r>
      <w:r w:rsidRPr="00614203">
        <w:rPr>
          <w:rFonts w:asciiTheme="minorHAnsi" w:hAnsiTheme="minorHAnsi" w:cstheme="minorHAnsi"/>
        </w:rPr>
        <w:t>ehaviour.</w:t>
      </w:r>
    </w:p>
    <w:p w14:paraId="220F228C" w14:textId="1DAA6F4C" w:rsidR="00614203" w:rsidRPr="00614203" w:rsidRDefault="00614203" w:rsidP="00614203">
      <w:pPr>
        <w:pStyle w:val="NoSpacing"/>
        <w:numPr>
          <w:ilvl w:val="0"/>
          <w:numId w:val="3"/>
        </w:numPr>
        <w:ind w:left="426" w:hanging="4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I understand that </w:t>
      </w:r>
      <w:r w:rsidRPr="00614203">
        <w:rPr>
          <w:rFonts w:asciiTheme="minorHAnsi" w:hAnsiTheme="minorHAnsi" w:cstheme="minorHAnsi"/>
          <w:b/>
        </w:rPr>
        <w:t>if I bring my mobile phone, it is at my own risk</w:t>
      </w:r>
      <w:r w:rsidRPr="00614203">
        <w:rPr>
          <w:rFonts w:asciiTheme="minorHAnsi" w:hAnsiTheme="minorHAnsi" w:cstheme="minorHAnsi"/>
        </w:rPr>
        <w:t>.</w:t>
      </w:r>
    </w:p>
    <w:p w14:paraId="2E7C7ADF" w14:textId="7ACF2A65" w:rsidR="00614203" w:rsidRPr="00614203" w:rsidRDefault="00614203" w:rsidP="00614203">
      <w:pPr>
        <w:pStyle w:val="NoSpacing"/>
        <w:numPr>
          <w:ilvl w:val="0"/>
          <w:numId w:val="3"/>
        </w:numPr>
        <w:ind w:left="426" w:hanging="4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I will keep </w:t>
      </w:r>
      <w:r w:rsidRPr="00614203">
        <w:rPr>
          <w:rFonts w:asciiTheme="minorHAnsi" w:hAnsiTheme="minorHAnsi" w:cstheme="minorHAnsi"/>
          <w:b/>
        </w:rPr>
        <w:t>my mobile phone off and away during retreat sessions</w:t>
      </w:r>
      <w:r w:rsidRPr="00614203">
        <w:rPr>
          <w:rFonts w:asciiTheme="minorHAnsi" w:hAnsiTheme="minorHAnsi" w:cstheme="minorHAnsi"/>
        </w:rPr>
        <w:t xml:space="preserve"> and will only use it at times and for purposes deemed acceptable by retreat staff.</w:t>
      </w:r>
    </w:p>
    <w:p w14:paraId="3FB9CF02" w14:textId="77777777" w:rsidR="004A6E3A" w:rsidRPr="00614203" w:rsidRDefault="004A6E3A" w:rsidP="004A6E3A">
      <w:pPr>
        <w:ind w:right="26"/>
        <w:rPr>
          <w:rFonts w:asciiTheme="minorHAnsi" w:hAnsiTheme="minorHAnsi" w:cstheme="minorHAnsi"/>
        </w:rPr>
      </w:pPr>
    </w:p>
    <w:p w14:paraId="3FB9CF03" w14:textId="77777777" w:rsidR="004A6E3A" w:rsidRPr="00614203" w:rsidRDefault="004A6E3A" w:rsidP="004A6E3A">
      <w:pPr>
        <w:ind w:right="26"/>
        <w:rPr>
          <w:rFonts w:asciiTheme="minorHAnsi" w:hAnsiTheme="minorHAnsi" w:cstheme="minorHAnsi"/>
          <w:b/>
          <w:u w:val="single"/>
        </w:rPr>
      </w:pPr>
      <w:r w:rsidRPr="00614203">
        <w:rPr>
          <w:rFonts w:asciiTheme="minorHAnsi" w:hAnsiTheme="minorHAnsi" w:cstheme="minorHAnsi"/>
          <w:b/>
          <w:u w:val="single"/>
        </w:rPr>
        <w:t>I understand that if I choose to break this code of behaviour, my parents will be contacted and I will be sent home.</w:t>
      </w:r>
    </w:p>
    <w:p w14:paraId="3FB9CF04" w14:textId="77777777" w:rsidR="00C85F84" w:rsidRPr="00614203" w:rsidRDefault="00C85F84" w:rsidP="004A6E3A">
      <w:pPr>
        <w:ind w:left="-900" w:right="-694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FB9CF05" w14:textId="77777777" w:rsidR="00C85F84" w:rsidRPr="00614203" w:rsidRDefault="00C85F84" w:rsidP="005B6A2A">
      <w:pPr>
        <w:ind w:right="-334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>I accept the behaviour contract and have discussed it with my parents.</w:t>
      </w:r>
    </w:p>
    <w:p w14:paraId="3FB9CF06" w14:textId="77777777" w:rsidR="00C85F84" w:rsidRPr="00614203" w:rsidRDefault="00C85F84" w:rsidP="005B6A2A">
      <w:pPr>
        <w:ind w:right="-334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 </w:t>
      </w:r>
    </w:p>
    <w:p w14:paraId="3FB9CF07" w14:textId="77777777" w:rsidR="00C85F84" w:rsidRPr="00614203" w:rsidRDefault="00C85F84" w:rsidP="005B6A2A">
      <w:pPr>
        <w:ind w:right="-334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>Student Name</w:t>
      </w:r>
      <w:proofErr w:type="gramStart"/>
      <w:r w:rsidRPr="00614203">
        <w:rPr>
          <w:rFonts w:asciiTheme="minorHAnsi" w:hAnsiTheme="minorHAnsi" w:cstheme="minorHAnsi"/>
        </w:rPr>
        <w:t>:_</w:t>
      </w:r>
      <w:proofErr w:type="gramEnd"/>
      <w:r w:rsidRPr="00614203">
        <w:rPr>
          <w:rFonts w:asciiTheme="minorHAnsi" w:hAnsiTheme="minorHAnsi" w:cstheme="minorHAnsi"/>
        </w:rPr>
        <w:t>________________________</w:t>
      </w:r>
      <w:r w:rsidRPr="00614203">
        <w:rPr>
          <w:rFonts w:asciiTheme="minorHAnsi" w:hAnsiTheme="minorHAnsi" w:cstheme="minorHAnsi"/>
        </w:rPr>
        <w:softHyphen/>
      </w:r>
      <w:r w:rsidRPr="00614203">
        <w:rPr>
          <w:rFonts w:asciiTheme="minorHAnsi" w:hAnsiTheme="minorHAnsi" w:cstheme="minorHAnsi"/>
        </w:rPr>
        <w:softHyphen/>
      </w:r>
      <w:r w:rsidRPr="00614203">
        <w:rPr>
          <w:rFonts w:asciiTheme="minorHAnsi" w:hAnsiTheme="minorHAnsi" w:cstheme="minorHAnsi"/>
        </w:rPr>
        <w:softHyphen/>
      </w:r>
      <w:r w:rsidRPr="00614203">
        <w:rPr>
          <w:rFonts w:asciiTheme="minorHAnsi" w:hAnsiTheme="minorHAnsi" w:cstheme="minorHAnsi"/>
        </w:rPr>
        <w:softHyphen/>
        <w:t>____________________ (Please Print)</w:t>
      </w:r>
    </w:p>
    <w:p w14:paraId="3FB9CF09" w14:textId="77777777" w:rsidR="00C85F84" w:rsidRPr="00614203" w:rsidRDefault="00C85F84" w:rsidP="005B6A2A">
      <w:pPr>
        <w:ind w:right="-334"/>
        <w:rPr>
          <w:rFonts w:asciiTheme="minorHAnsi" w:hAnsiTheme="minorHAnsi" w:cstheme="minorHAnsi"/>
        </w:rPr>
      </w:pPr>
    </w:p>
    <w:p w14:paraId="3FB9CF0A" w14:textId="77777777" w:rsidR="00C85F84" w:rsidRPr="00614203" w:rsidRDefault="00C85F84" w:rsidP="005B6A2A">
      <w:pPr>
        <w:ind w:right="-334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>Signature</w:t>
      </w:r>
      <w:proofErr w:type="gramStart"/>
      <w:r w:rsidRPr="00614203">
        <w:rPr>
          <w:rFonts w:asciiTheme="minorHAnsi" w:hAnsiTheme="minorHAnsi" w:cstheme="minorHAnsi"/>
        </w:rPr>
        <w:t>:_</w:t>
      </w:r>
      <w:proofErr w:type="gramEnd"/>
      <w:r w:rsidRPr="00614203">
        <w:rPr>
          <w:rFonts w:asciiTheme="minorHAnsi" w:hAnsiTheme="minorHAnsi" w:cstheme="minorHAnsi"/>
        </w:rPr>
        <w:t>_____________________________________ Date:_________________</w:t>
      </w:r>
    </w:p>
    <w:p w14:paraId="3FB9CF0C" w14:textId="77777777" w:rsidR="00C85F84" w:rsidRPr="00614203" w:rsidRDefault="00C85F84" w:rsidP="004A6E3A">
      <w:pPr>
        <w:ind w:left="-900" w:right="-694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FB9CF0D" w14:textId="77777777" w:rsidR="004A6E3A" w:rsidRPr="00614203" w:rsidRDefault="004A6E3A" w:rsidP="004A6E3A">
      <w:pPr>
        <w:ind w:left="-900" w:right="-694"/>
        <w:jc w:val="center"/>
        <w:rPr>
          <w:rFonts w:asciiTheme="minorHAnsi" w:hAnsiTheme="minorHAnsi" w:cstheme="minorHAnsi"/>
          <w:b/>
          <w:sz w:val="28"/>
          <w:szCs w:val="32"/>
          <w:u w:val="single"/>
        </w:rPr>
      </w:pPr>
      <w:r w:rsidRPr="00614203">
        <w:rPr>
          <w:rFonts w:asciiTheme="minorHAnsi" w:hAnsiTheme="minorHAnsi" w:cstheme="minorHAnsi"/>
          <w:b/>
          <w:sz w:val="28"/>
          <w:szCs w:val="32"/>
          <w:u w:val="single"/>
        </w:rPr>
        <w:t>Year 10 Retreat PARENTS</w:t>
      </w:r>
    </w:p>
    <w:p w14:paraId="3FB9CF0F" w14:textId="35EED6F8" w:rsidR="004A6E3A" w:rsidRPr="00614203" w:rsidRDefault="004A6E3A" w:rsidP="004A6E3A">
      <w:pPr>
        <w:ind w:right="26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>To ensure that everyone is free to have a safe, positive and enjoyable experience on retreat, I choose to commit myself to</w:t>
      </w:r>
      <w:r w:rsidR="00456D8D" w:rsidRPr="00614203">
        <w:rPr>
          <w:rFonts w:asciiTheme="minorHAnsi" w:hAnsiTheme="minorHAnsi" w:cstheme="minorHAnsi"/>
        </w:rPr>
        <w:t xml:space="preserve"> the following code of conduct</w:t>
      </w:r>
      <w:r w:rsidRPr="00614203">
        <w:rPr>
          <w:rFonts w:asciiTheme="minorHAnsi" w:hAnsiTheme="minorHAnsi" w:cstheme="minorHAnsi"/>
        </w:rPr>
        <w:t>:</w:t>
      </w:r>
    </w:p>
    <w:p w14:paraId="3FB9CF10" w14:textId="77777777" w:rsidR="004A6E3A" w:rsidRPr="00614203" w:rsidRDefault="004A6E3A" w:rsidP="004A6E3A">
      <w:pPr>
        <w:ind w:right="26"/>
        <w:rPr>
          <w:rFonts w:asciiTheme="minorHAnsi" w:hAnsiTheme="minorHAnsi" w:cstheme="minorHAnsi"/>
        </w:rPr>
      </w:pPr>
    </w:p>
    <w:p w14:paraId="3FB9CF11" w14:textId="77777777" w:rsidR="004A6E3A" w:rsidRPr="00614203" w:rsidRDefault="004A6E3A" w:rsidP="00AB2ADC">
      <w:pPr>
        <w:numPr>
          <w:ilvl w:val="0"/>
          <w:numId w:val="2"/>
        </w:numPr>
        <w:tabs>
          <w:tab w:val="clear" w:pos="720"/>
        </w:tabs>
        <w:ind w:left="284" w:right="26" w:hanging="284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 xml:space="preserve">In the event of my son/daughter breaching this code I will promptly attend to collect them. </w:t>
      </w:r>
    </w:p>
    <w:p w14:paraId="3FB9CF12" w14:textId="570BBB26" w:rsidR="004A6E3A" w:rsidRPr="00614203" w:rsidRDefault="004A6E3A" w:rsidP="00AB2ADC">
      <w:pPr>
        <w:numPr>
          <w:ilvl w:val="0"/>
          <w:numId w:val="2"/>
        </w:numPr>
        <w:tabs>
          <w:tab w:val="clear" w:pos="720"/>
        </w:tabs>
        <w:ind w:left="284" w:right="26" w:hanging="284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>In the eve</w:t>
      </w:r>
      <w:r w:rsidR="00456D8D" w:rsidRPr="00614203">
        <w:rPr>
          <w:rFonts w:asciiTheme="minorHAnsi" w:hAnsiTheme="minorHAnsi" w:cstheme="minorHAnsi"/>
        </w:rPr>
        <w:t xml:space="preserve">nt that the Retreat coordinator (or other member of the school executive) </w:t>
      </w:r>
      <w:r w:rsidRPr="00614203">
        <w:rPr>
          <w:rFonts w:asciiTheme="minorHAnsi" w:hAnsiTheme="minorHAnsi" w:cstheme="minorHAnsi"/>
        </w:rPr>
        <w:t xml:space="preserve">deems my child unfit or unwell and requests my attendance to collect them, I will do so in a prompt manner. </w:t>
      </w:r>
    </w:p>
    <w:p w14:paraId="3FB9CF13" w14:textId="77777777" w:rsidR="004A6E3A" w:rsidRPr="00614203" w:rsidRDefault="004A6E3A" w:rsidP="004A6E3A">
      <w:pPr>
        <w:ind w:left="-540" w:right="-334"/>
        <w:rPr>
          <w:rFonts w:asciiTheme="minorHAnsi" w:hAnsiTheme="minorHAnsi" w:cstheme="minorHAnsi"/>
        </w:rPr>
      </w:pPr>
    </w:p>
    <w:p w14:paraId="3FB9CF15" w14:textId="77777777" w:rsidR="004A6E3A" w:rsidRPr="00614203" w:rsidRDefault="004A6E3A" w:rsidP="00AB2ADC">
      <w:pPr>
        <w:ind w:right="-334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>I accept my responsibility to come and collect my daughter/son from the Collaroy Centre should they seriously breach this contract.</w:t>
      </w:r>
    </w:p>
    <w:p w14:paraId="3FB9CF16" w14:textId="77777777" w:rsidR="004A6E3A" w:rsidRPr="00614203" w:rsidRDefault="004A6E3A" w:rsidP="00AB2ADC">
      <w:pPr>
        <w:ind w:right="-334"/>
        <w:rPr>
          <w:rFonts w:asciiTheme="minorHAnsi" w:hAnsiTheme="minorHAnsi" w:cstheme="minorHAnsi"/>
        </w:rPr>
      </w:pPr>
    </w:p>
    <w:p w14:paraId="3FB9CF17" w14:textId="77777777" w:rsidR="000153D9" w:rsidRPr="00614203" w:rsidRDefault="004A6E3A" w:rsidP="00AB2ADC">
      <w:pPr>
        <w:ind w:right="-334"/>
        <w:rPr>
          <w:rFonts w:asciiTheme="minorHAnsi" w:hAnsiTheme="minorHAnsi" w:cstheme="minorHAnsi"/>
        </w:rPr>
      </w:pPr>
      <w:r w:rsidRPr="00614203">
        <w:rPr>
          <w:rFonts w:asciiTheme="minorHAnsi" w:hAnsiTheme="minorHAnsi" w:cstheme="minorHAnsi"/>
        </w:rPr>
        <w:t>Parent Signature</w:t>
      </w:r>
      <w:proofErr w:type="gramStart"/>
      <w:r w:rsidRPr="00614203">
        <w:rPr>
          <w:rFonts w:asciiTheme="minorHAnsi" w:hAnsiTheme="minorHAnsi" w:cstheme="minorHAnsi"/>
        </w:rPr>
        <w:t>:_</w:t>
      </w:r>
      <w:proofErr w:type="gramEnd"/>
      <w:r w:rsidRPr="00614203">
        <w:rPr>
          <w:rFonts w:asciiTheme="minorHAnsi" w:hAnsiTheme="minorHAnsi" w:cstheme="minorHAnsi"/>
        </w:rPr>
        <w:t>______________________________ Date:__________________</w:t>
      </w:r>
    </w:p>
    <w:p w14:paraId="3FB9CF18" w14:textId="77777777" w:rsidR="000153D9" w:rsidRPr="00614203" w:rsidRDefault="000153D9" w:rsidP="00AB2ADC">
      <w:pPr>
        <w:ind w:right="-334"/>
        <w:rPr>
          <w:rFonts w:asciiTheme="minorHAnsi" w:hAnsiTheme="minorHAnsi" w:cstheme="minorHAnsi"/>
        </w:rPr>
      </w:pPr>
    </w:p>
    <w:p w14:paraId="3FB9CF19" w14:textId="77777777" w:rsidR="000153D9" w:rsidRPr="00614203" w:rsidRDefault="000153D9" w:rsidP="00AB2ADC">
      <w:pPr>
        <w:ind w:right="-334"/>
        <w:rPr>
          <w:rFonts w:asciiTheme="minorHAnsi" w:hAnsiTheme="minorHAnsi" w:cstheme="minorHAnsi"/>
          <w:b/>
          <w:sz w:val="22"/>
          <w:szCs w:val="22"/>
        </w:rPr>
      </w:pPr>
      <w:r w:rsidRPr="00614203">
        <w:rPr>
          <w:rFonts w:asciiTheme="minorHAnsi" w:hAnsiTheme="minorHAnsi" w:cstheme="minorHAnsi"/>
          <w:b/>
          <w:sz w:val="22"/>
          <w:szCs w:val="22"/>
        </w:rPr>
        <w:t>Reminder:</w:t>
      </w:r>
    </w:p>
    <w:p w14:paraId="3FB9CF1B" w14:textId="2013D6D5" w:rsidR="006B34A5" w:rsidRPr="00614203" w:rsidRDefault="000153D9" w:rsidP="00AB2ADC">
      <w:pPr>
        <w:ind w:right="-334"/>
        <w:rPr>
          <w:rFonts w:asciiTheme="minorHAnsi" w:hAnsiTheme="minorHAnsi" w:cstheme="minorHAnsi"/>
          <w:sz w:val="22"/>
          <w:szCs w:val="22"/>
        </w:rPr>
      </w:pPr>
      <w:r w:rsidRPr="00614203">
        <w:rPr>
          <w:rFonts w:asciiTheme="minorHAnsi" w:hAnsiTheme="minorHAnsi" w:cstheme="minorHAnsi"/>
          <w:sz w:val="22"/>
          <w:szCs w:val="22"/>
        </w:rPr>
        <w:t xml:space="preserve">As has been the practice in previous years any student who seriously contravenes </w:t>
      </w:r>
      <w:r w:rsidRPr="00614203">
        <w:rPr>
          <w:rFonts w:asciiTheme="minorHAnsi" w:hAnsiTheme="minorHAnsi" w:cstheme="minorHAnsi"/>
          <w:sz w:val="22"/>
          <w:szCs w:val="22"/>
          <w:u w:val="single"/>
        </w:rPr>
        <w:t xml:space="preserve">The </w:t>
      </w:r>
      <w:r w:rsidR="00456D8D" w:rsidRPr="00614203">
        <w:rPr>
          <w:rFonts w:asciiTheme="minorHAnsi" w:hAnsiTheme="minorHAnsi" w:cstheme="minorHAnsi"/>
          <w:sz w:val="22"/>
          <w:szCs w:val="22"/>
          <w:u w:val="single"/>
        </w:rPr>
        <w:t>Code of Conduct</w:t>
      </w:r>
      <w:r w:rsidR="00456D8D" w:rsidRPr="00614203">
        <w:rPr>
          <w:rFonts w:asciiTheme="minorHAnsi" w:hAnsiTheme="minorHAnsi" w:cstheme="minorHAnsi"/>
          <w:sz w:val="22"/>
          <w:szCs w:val="22"/>
        </w:rPr>
        <w:t xml:space="preserve"> </w:t>
      </w:r>
      <w:r w:rsidRPr="00614203">
        <w:rPr>
          <w:rFonts w:asciiTheme="minorHAnsi" w:hAnsiTheme="minorHAnsi" w:cstheme="minorHAnsi"/>
          <w:sz w:val="22"/>
          <w:szCs w:val="22"/>
        </w:rPr>
        <w:t>will be required to leave the Retreat.  This will require that you come to Collaroy and pick up your daughter/son.</w:t>
      </w:r>
    </w:p>
    <w:sectPr w:rsidR="006B34A5" w:rsidRPr="00614203" w:rsidSect="00456D8D">
      <w:headerReference w:type="default" r:id="rId8"/>
      <w:pgSz w:w="11906" w:h="16838"/>
      <w:pgMar w:top="142" w:right="849" w:bottom="18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E8F0E" w14:textId="77777777" w:rsidR="00456D8D" w:rsidRDefault="00456D8D" w:rsidP="00456D8D">
      <w:r>
        <w:separator/>
      </w:r>
    </w:p>
  </w:endnote>
  <w:endnote w:type="continuationSeparator" w:id="0">
    <w:p w14:paraId="518FCCD1" w14:textId="77777777" w:rsidR="00456D8D" w:rsidRDefault="00456D8D" w:rsidP="0045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C01DB" w14:textId="77777777" w:rsidR="00456D8D" w:rsidRDefault="00456D8D" w:rsidP="00456D8D">
      <w:r>
        <w:separator/>
      </w:r>
    </w:p>
  </w:footnote>
  <w:footnote w:type="continuationSeparator" w:id="0">
    <w:p w14:paraId="3945E8A2" w14:textId="77777777" w:rsidR="00456D8D" w:rsidRDefault="00456D8D" w:rsidP="0045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5B165" w14:textId="7967CA4A" w:rsidR="00456D8D" w:rsidRPr="00456D8D" w:rsidRDefault="00456D8D" w:rsidP="00456D8D">
    <w:pPr>
      <w:pStyle w:val="Header"/>
      <w:jc w:val="center"/>
      <w:rPr>
        <w:rFonts w:ascii="Arial" w:hAnsi="Arial" w:cs="Arial"/>
        <w:b/>
      </w:rPr>
    </w:pPr>
    <w:r w:rsidRPr="00456D8D">
      <w:rPr>
        <w:rFonts w:ascii="Arial" w:hAnsi="Arial" w:cs="Arial"/>
        <w:b/>
      </w:rPr>
      <w:t>(Form 2)</w:t>
    </w:r>
    <w:r>
      <w:rPr>
        <w:rFonts w:ascii="Arial" w:hAnsi="Arial" w:cs="Arial"/>
        <w:b/>
      </w:rPr>
      <w:t xml:space="preserve"> Code of Conduct</w:t>
    </w:r>
  </w:p>
  <w:p w14:paraId="6C0CC83C" w14:textId="77777777" w:rsidR="00456D8D" w:rsidRDefault="00456D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C14EB"/>
    <w:multiLevelType w:val="hybridMultilevel"/>
    <w:tmpl w:val="847E53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01A82"/>
    <w:multiLevelType w:val="hybridMultilevel"/>
    <w:tmpl w:val="4D4E2F9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434AE3"/>
    <w:multiLevelType w:val="hybridMultilevel"/>
    <w:tmpl w:val="4D4E2F9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3A"/>
    <w:rsid w:val="000153D9"/>
    <w:rsid w:val="000230FA"/>
    <w:rsid w:val="002B099F"/>
    <w:rsid w:val="0033248F"/>
    <w:rsid w:val="00456D8D"/>
    <w:rsid w:val="004A6E3A"/>
    <w:rsid w:val="005B1AB0"/>
    <w:rsid w:val="005B6A2A"/>
    <w:rsid w:val="005D5F9B"/>
    <w:rsid w:val="00614203"/>
    <w:rsid w:val="00850045"/>
    <w:rsid w:val="00971DF4"/>
    <w:rsid w:val="00AB2ADC"/>
    <w:rsid w:val="00B34780"/>
    <w:rsid w:val="00B37113"/>
    <w:rsid w:val="00B86102"/>
    <w:rsid w:val="00BF249C"/>
    <w:rsid w:val="00C85F84"/>
    <w:rsid w:val="00F40C78"/>
    <w:rsid w:val="00F9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FB9CEF0"/>
  <w15:docId w15:val="{890C8EEC-5B81-4BA6-8C18-5BCE0E73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6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456D8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6D8D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456D8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6D8D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0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0FA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ne.ausburn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9EDFF8DE-2244-4620-802B-D20E8E95827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</dc:creator>
  <cp:lastModifiedBy>Frost, Adam</cp:lastModifiedBy>
  <cp:revision>2</cp:revision>
  <cp:lastPrinted>2019-01-30T03:58:00Z</cp:lastPrinted>
  <dcterms:created xsi:type="dcterms:W3CDTF">2020-01-29T05:33:00Z</dcterms:created>
  <dcterms:modified xsi:type="dcterms:W3CDTF">2020-01-29T05:33:00Z</dcterms:modified>
</cp:coreProperties>
</file>