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D6E" w:rsidRDefault="008D0D6E" w:rsidP="008D0D6E">
      <w:pPr>
        <w:pStyle w:val="Header"/>
        <w:tabs>
          <w:tab w:val="clear" w:pos="4153"/>
          <w:tab w:val="clear" w:pos="8306"/>
        </w:tabs>
        <w:jc w:val="center"/>
        <w:rPr>
          <w:rFonts w:asciiTheme="minorHAnsi" w:hAnsiTheme="minorHAnsi" w:cstheme="minorHAnsi"/>
          <w:b/>
          <w:color w:val="0070C0"/>
          <w:sz w:val="44"/>
          <w:szCs w:val="44"/>
        </w:rPr>
      </w:pPr>
      <w:bookmarkStart w:id="0" w:name="_GoBack"/>
      <w:bookmarkEnd w:id="0"/>
    </w:p>
    <w:p w:rsidR="002F7EB3" w:rsidRPr="008D0D6E" w:rsidRDefault="002F7EB3" w:rsidP="008D0D6E">
      <w:pPr>
        <w:pStyle w:val="Header"/>
        <w:tabs>
          <w:tab w:val="clear" w:pos="4153"/>
          <w:tab w:val="clear" w:pos="8306"/>
        </w:tabs>
        <w:jc w:val="center"/>
        <w:rPr>
          <w:rFonts w:asciiTheme="minorHAnsi" w:hAnsiTheme="minorHAnsi" w:cstheme="minorHAnsi"/>
          <w:b/>
          <w:color w:val="0070C0"/>
          <w:sz w:val="44"/>
          <w:szCs w:val="44"/>
        </w:rPr>
      </w:pPr>
      <w:r w:rsidRPr="008D0D6E">
        <w:rPr>
          <w:rFonts w:asciiTheme="minorHAnsi" w:hAnsiTheme="minorHAnsi" w:cstheme="minorHAnsi"/>
          <w:b/>
          <w:color w:val="0070C0"/>
          <w:sz w:val="44"/>
          <w:szCs w:val="44"/>
        </w:rPr>
        <w:t>Year 7 vaccinations</w:t>
      </w:r>
    </w:p>
    <w:p w:rsidR="002F7EB3" w:rsidRPr="008D0D6E" w:rsidRDefault="002F7EB3" w:rsidP="008D0D6E">
      <w:pPr>
        <w:pStyle w:val="Header"/>
        <w:tabs>
          <w:tab w:val="clear" w:pos="4153"/>
          <w:tab w:val="clear" w:pos="8306"/>
        </w:tabs>
        <w:jc w:val="center"/>
        <w:rPr>
          <w:rFonts w:asciiTheme="minorHAnsi" w:hAnsiTheme="minorHAnsi" w:cstheme="minorHAnsi"/>
          <w:b/>
          <w:color w:val="0070C0"/>
          <w:sz w:val="36"/>
          <w:szCs w:val="36"/>
        </w:rPr>
      </w:pPr>
      <w:r w:rsidRPr="008D0D6E">
        <w:rPr>
          <w:rFonts w:asciiTheme="minorHAnsi" w:hAnsiTheme="minorHAnsi" w:cstheme="minorHAnsi"/>
          <w:b/>
          <w:color w:val="0070C0"/>
          <w:sz w:val="36"/>
          <w:szCs w:val="36"/>
        </w:rPr>
        <w:t>Free vaccines for all Year 7 students</w:t>
      </w:r>
    </w:p>
    <w:p w:rsidR="002F7EB3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ind w:firstLine="720"/>
        <w:rPr>
          <w:rFonts w:ascii="Arial" w:hAnsi="Arial" w:cs="Arial"/>
          <w:szCs w:val="24"/>
        </w:rPr>
      </w:pPr>
    </w:p>
    <w:p w:rsidR="008D0D6E" w:rsidRPr="00AE1B4D" w:rsidRDefault="008D0D6E" w:rsidP="002F7EB3">
      <w:pPr>
        <w:pStyle w:val="Header"/>
        <w:tabs>
          <w:tab w:val="clear" w:pos="4153"/>
          <w:tab w:val="clear" w:pos="8306"/>
          <w:tab w:val="left" w:pos="1136"/>
        </w:tabs>
        <w:ind w:firstLine="720"/>
        <w:rPr>
          <w:rFonts w:ascii="Arial" w:hAnsi="Arial" w:cs="Arial"/>
          <w:szCs w:val="24"/>
        </w:rPr>
      </w:pPr>
    </w:p>
    <w:p w:rsidR="002F7EB3" w:rsidRPr="0068457A" w:rsidRDefault="002F7EB3" w:rsidP="002F7EB3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2"/>
          <w:szCs w:val="24"/>
        </w:rPr>
      </w:pPr>
      <w:r w:rsidRPr="0068457A">
        <w:rPr>
          <w:rFonts w:ascii="Arial" w:hAnsi="Arial" w:cs="Arial"/>
          <w:sz w:val="22"/>
          <w:szCs w:val="24"/>
        </w:rPr>
        <w:t>Dear Parent/Guardian</w:t>
      </w:r>
    </w:p>
    <w:p w:rsidR="002F7EB3" w:rsidRPr="0068457A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ind w:firstLine="720"/>
        <w:rPr>
          <w:rFonts w:ascii="Arial" w:hAnsi="Arial" w:cs="Arial"/>
          <w:sz w:val="22"/>
          <w:szCs w:val="24"/>
        </w:rPr>
      </w:pPr>
    </w:p>
    <w:p w:rsidR="002F7EB3" w:rsidRDefault="002F7EB3" w:rsidP="002F7EB3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2"/>
          <w:szCs w:val="24"/>
        </w:rPr>
      </w:pPr>
      <w:r w:rsidRPr="0068457A">
        <w:rPr>
          <w:rFonts w:ascii="Arial" w:hAnsi="Arial" w:cs="Arial"/>
          <w:sz w:val="22"/>
          <w:szCs w:val="24"/>
        </w:rPr>
        <w:t>Teams of specially trained registered nurses will be visiting your child’s school during Year 7 to offer free vaccinations against serious preventable diseases</w:t>
      </w:r>
    </w:p>
    <w:p w:rsidR="000053B3" w:rsidRPr="0068457A" w:rsidRDefault="000053B3" w:rsidP="002F7EB3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2"/>
          <w:szCs w:val="24"/>
        </w:rPr>
      </w:pPr>
    </w:p>
    <w:p w:rsidR="002F7EB3" w:rsidRPr="0026210A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ind w:firstLine="720"/>
        <w:rPr>
          <w:rFonts w:ascii="Arial" w:hAnsi="Arial" w:cs="Arial"/>
          <w:sz w:val="8"/>
          <w:szCs w:val="24"/>
        </w:rPr>
      </w:pPr>
    </w:p>
    <w:p w:rsidR="002F7EB3" w:rsidRPr="008D0D6E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ind w:firstLine="720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8D0D6E">
        <w:rPr>
          <w:rFonts w:asciiTheme="minorHAnsi" w:hAnsiTheme="minorHAnsi" w:cstheme="minorHAnsi"/>
          <w:b/>
          <w:color w:val="FF0000"/>
          <w:sz w:val="28"/>
          <w:szCs w:val="28"/>
        </w:rPr>
        <w:t>Vaccines include:</w:t>
      </w:r>
    </w:p>
    <w:p w:rsidR="000053B3" w:rsidRPr="0068457A" w:rsidRDefault="000053B3" w:rsidP="002F7EB3">
      <w:pPr>
        <w:pStyle w:val="Header"/>
        <w:tabs>
          <w:tab w:val="clear" w:pos="4153"/>
          <w:tab w:val="clear" w:pos="8306"/>
          <w:tab w:val="left" w:pos="1136"/>
        </w:tabs>
        <w:ind w:firstLine="720"/>
        <w:rPr>
          <w:rFonts w:ascii="Biondi" w:hAnsi="Biondi" w:cs="Arial"/>
          <w:color w:val="FF0000"/>
          <w:szCs w:val="24"/>
        </w:rPr>
      </w:pPr>
    </w:p>
    <w:p w:rsidR="002F7EB3" w:rsidRPr="0068457A" w:rsidRDefault="002F7EB3" w:rsidP="002F7EB3">
      <w:pPr>
        <w:pStyle w:val="Header"/>
        <w:numPr>
          <w:ilvl w:val="0"/>
          <w:numId w:val="14"/>
        </w:numPr>
        <w:tabs>
          <w:tab w:val="clear" w:pos="4153"/>
          <w:tab w:val="clear" w:pos="8306"/>
          <w:tab w:val="left" w:pos="1136"/>
        </w:tabs>
        <w:spacing w:line="360" w:lineRule="auto"/>
        <w:rPr>
          <w:rFonts w:ascii="Arial" w:hAnsi="Arial" w:cs="Arial"/>
          <w:sz w:val="22"/>
          <w:szCs w:val="24"/>
        </w:rPr>
      </w:pPr>
      <w:r w:rsidRPr="0068457A">
        <w:rPr>
          <w:rFonts w:ascii="Arial" w:hAnsi="Arial" w:cs="Arial"/>
          <w:sz w:val="22"/>
          <w:szCs w:val="24"/>
        </w:rPr>
        <w:t>Human</w:t>
      </w:r>
      <w:r w:rsidR="00047915">
        <w:rPr>
          <w:rFonts w:ascii="Arial" w:hAnsi="Arial" w:cs="Arial"/>
          <w:sz w:val="22"/>
          <w:szCs w:val="24"/>
        </w:rPr>
        <w:t xml:space="preserve"> Papillomavirus (HPV) vaccine (2</w:t>
      </w:r>
      <w:r w:rsidRPr="0068457A">
        <w:rPr>
          <w:rFonts w:ascii="Arial" w:hAnsi="Arial" w:cs="Arial"/>
          <w:sz w:val="22"/>
          <w:szCs w:val="24"/>
        </w:rPr>
        <w:t xml:space="preserve"> doses)</w:t>
      </w:r>
    </w:p>
    <w:p w:rsidR="002F7EB3" w:rsidRPr="0068457A" w:rsidRDefault="002F7EB3" w:rsidP="002F7EB3">
      <w:pPr>
        <w:pStyle w:val="Header"/>
        <w:numPr>
          <w:ilvl w:val="0"/>
          <w:numId w:val="14"/>
        </w:numPr>
        <w:tabs>
          <w:tab w:val="clear" w:pos="4153"/>
          <w:tab w:val="clear" w:pos="8306"/>
          <w:tab w:val="left" w:pos="1136"/>
        </w:tabs>
        <w:spacing w:line="360" w:lineRule="auto"/>
        <w:rPr>
          <w:rFonts w:ascii="Arial" w:hAnsi="Arial" w:cs="Arial"/>
          <w:sz w:val="22"/>
          <w:szCs w:val="24"/>
        </w:rPr>
      </w:pPr>
      <w:r w:rsidRPr="0068457A">
        <w:rPr>
          <w:rFonts w:ascii="Arial" w:hAnsi="Arial" w:cs="Arial"/>
          <w:sz w:val="22"/>
          <w:szCs w:val="24"/>
        </w:rPr>
        <w:t>Diphtheria-Tetanus-Pertussis (whooping cough) (dTpa) vaccine (1 dose)</w:t>
      </w:r>
    </w:p>
    <w:p w:rsidR="002F7EB3" w:rsidRPr="0068457A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Arial" w:hAnsi="Arial" w:cs="Arial"/>
          <w:sz w:val="10"/>
          <w:szCs w:val="24"/>
        </w:rPr>
      </w:pPr>
    </w:p>
    <w:p w:rsidR="002F7EB3" w:rsidRPr="008D0D6E" w:rsidRDefault="0026210A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Calibri" w:hAnsi="Calibri" w:cs="Calibri"/>
          <w:b/>
          <w:color w:val="0070C0"/>
          <w:sz w:val="32"/>
          <w:szCs w:val="32"/>
        </w:rPr>
      </w:pPr>
      <w:r w:rsidRPr="008D0D6E">
        <w:rPr>
          <w:rFonts w:ascii="Calibri" w:hAnsi="Calibri" w:cs="Calibri"/>
          <w:b/>
          <w:color w:val="0070C0"/>
          <w:sz w:val="32"/>
          <w:szCs w:val="32"/>
        </w:rPr>
        <w:t>THESE VACCINES ARE ONLY PROVIDED FREE FOR YEAR 7 STUDENTS</w:t>
      </w:r>
    </w:p>
    <w:p w:rsidR="000053B3" w:rsidRPr="0026210A" w:rsidRDefault="000053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Biondi" w:hAnsi="Biondi" w:cs="Arial"/>
          <w:color w:val="0070C0"/>
          <w:sz w:val="22"/>
          <w:szCs w:val="24"/>
        </w:rPr>
      </w:pPr>
    </w:p>
    <w:p w:rsidR="002F7EB3" w:rsidRPr="0068457A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Arial" w:hAnsi="Arial" w:cs="Arial"/>
          <w:sz w:val="18"/>
          <w:szCs w:val="24"/>
        </w:rPr>
      </w:pPr>
    </w:p>
    <w:p w:rsidR="002F7EB3" w:rsidRPr="008D0D6E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Calibri" w:hAnsi="Calibri" w:cs="Calibri"/>
          <w:b/>
          <w:color w:val="FF0000"/>
          <w:sz w:val="32"/>
          <w:szCs w:val="32"/>
        </w:rPr>
      </w:pPr>
      <w:r w:rsidRPr="008D0D6E">
        <w:rPr>
          <w:rFonts w:ascii="Calibri" w:hAnsi="Calibri" w:cs="Calibri"/>
          <w:b/>
          <w:color w:val="FF0000"/>
          <w:sz w:val="32"/>
          <w:szCs w:val="32"/>
        </w:rPr>
        <w:t>What do you need to do?</w:t>
      </w:r>
    </w:p>
    <w:p w:rsidR="002F7EB3" w:rsidRPr="0068457A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Arial" w:hAnsi="Arial" w:cs="Arial"/>
          <w:sz w:val="18"/>
          <w:szCs w:val="24"/>
        </w:rPr>
      </w:pPr>
    </w:p>
    <w:p w:rsidR="002F7EB3" w:rsidRPr="0068457A" w:rsidRDefault="002F7EB3" w:rsidP="002F7EB3">
      <w:pPr>
        <w:pStyle w:val="Header"/>
        <w:numPr>
          <w:ilvl w:val="0"/>
          <w:numId w:val="15"/>
        </w:numPr>
        <w:tabs>
          <w:tab w:val="clear" w:pos="4153"/>
          <w:tab w:val="clear" w:pos="8306"/>
        </w:tabs>
        <w:spacing w:line="360" w:lineRule="auto"/>
        <w:ind w:left="425" w:hanging="357"/>
        <w:rPr>
          <w:rFonts w:ascii="Arial" w:hAnsi="Arial" w:cs="Arial"/>
          <w:sz w:val="22"/>
          <w:szCs w:val="24"/>
        </w:rPr>
      </w:pPr>
      <w:r w:rsidRPr="0068457A">
        <w:rPr>
          <w:rFonts w:ascii="Arial" w:hAnsi="Arial" w:cs="Arial"/>
          <w:sz w:val="22"/>
          <w:szCs w:val="24"/>
        </w:rPr>
        <w:t>Year 7 Parent Information Kit will be distributed by your school at the beginning of</w:t>
      </w:r>
      <w:r>
        <w:rPr>
          <w:rFonts w:ascii="Arial" w:hAnsi="Arial" w:cs="Arial"/>
          <w:sz w:val="22"/>
          <w:szCs w:val="24"/>
        </w:rPr>
        <w:t xml:space="preserve"> 1</w:t>
      </w:r>
      <w:r w:rsidRPr="0068457A">
        <w:rPr>
          <w:rFonts w:ascii="Arial" w:hAnsi="Arial" w:cs="Arial"/>
          <w:sz w:val="22"/>
          <w:szCs w:val="24"/>
          <w:vertAlign w:val="superscript"/>
        </w:rPr>
        <w:t>st</w:t>
      </w:r>
      <w:r>
        <w:rPr>
          <w:rFonts w:ascii="Arial" w:hAnsi="Arial" w:cs="Arial"/>
          <w:sz w:val="22"/>
          <w:szCs w:val="24"/>
        </w:rPr>
        <w:t xml:space="preserve"> term</w:t>
      </w:r>
    </w:p>
    <w:p w:rsidR="002F7EB3" w:rsidRPr="0068457A" w:rsidRDefault="002F7EB3" w:rsidP="002F7EB3">
      <w:pPr>
        <w:pStyle w:val="Header"/>
        <w:numPr>
          <w:ilvl w:val="0"/>
          <w:numId w:val="15"/>
        </w:numPr>
        <w:tabs>
          <w:tab w:val="clear" w:pos="4153"/>
          <w:tab w:val="clear" w:pos="8306"/>
        </w:tabs>
        <w:spacing w:line="360" w:lineRule="auto"/>
        <w:ind w:left="425" w:hanging="357"/>
        <w:rPr>
          <w:rFonts w:ascii="Arial" w:hAnsi="Arial" w:cs="Arial"/>
          <w:sz w:val="22"/>
          <w:szCs w:val="24"/>
        </w:rPr>
      </w:pPr>
      <w:r w:rsidRPr="0068457A">
        <w:rPr>
          <w:rFonts w:ascii="Arial" w:hAnsi="Arial" w:cs="Arial"/>
          <w:sz w:val="22"/>
          <w:szCs w:val="24"/>
        </w:rPr>
        <w:t>Read the information included in the Kit (translated copies are available on the website below)</w:t>
      </w:r>
    </w:p>
    <w:p w:rsidR="008D0D6E" w:rsidRDefault="002F7EB3" w:rsidP="008D0D6E">
      <w:pPr>
        <w:pStyle w:val="BodyText3"/>
        <w:numPr>
          <w:ilvl w:val="0"/>
          <w:numId w:val="15"/>
        </w:numPr>
        <w:spacing w:after="0" w:line="360" w:lineRule="auto"/>
        <w:ind w:left="425" w:hanging="357"/>
        <w:rPr>
          <w:rFonts w:ascii="Arial" w:hAnsi="Arial" w:cs="Arial"/>
          <w:b/>
          <w:sz w:val="21"/>
          <w:szCs w:val="21"/>
          <w:lang w:val="en-US"/>
        </w:rPr>
      </w:pPr>
      <w:r w:rsidRPr="0026210A">
        <w:rPr>
          <w:rFonts w:ascii="Arial" w:hAnsi="Arial" w:cs="Arial"/>
          <w:b/>
          <w:sz w:val="21"/>
          <w:szCs w:val="21"/>
        </w:rPr>
        <w:t>ENSURE FORM IS</w:t>
      </w:r>
      <w:r w:rsidR="0026210A">
        <w:rPr>
          <w:rFonts w:ascii="Arial" w:hAnsi="Arial" w:cs="Arial"/>
          <w:b/>
          <w:sz w:val="21"/>
          <w:szCs w:val="21"/>
        </w:rPr>
        <w:t xml:space="preserve"> COMPLETED CORRECTLY, AND SIGN</w:t>
      </w:r>
      <w:r w:rsidR="0026210A" w:rsidRPr="0026210A">
        <w:rPr>
          <w:rFonts w:ascii="Arial" w:hAnsi="Arial" w:cs="Arial"/>
          <w:b/>
          <w:sz w:val="21"/>
          <w:szCs w:val="21"/>
        </w:rPr>
        <w:t xml:space="preserve"> FOR EACH VACCINE REQUIRED</w:t>
      </w:r>
    </w:p>
    <w:p w:rsidR="008D0D6E" w:rsidRPr="008D0D6E" w:rsidRDefault="008D0D6E" w:rsidP="008D0D6E">
      <w:pPr>
        <w:pStyle w:val="BodyText3"/>
        <w:numPr>
          <w:ilvl w:val="0"/>
          <w:numId w:val="15"/>
        </w:numPr>
        <w:spacing w:after="0" w:line="360" w:lineRule="auto"/>
        <w:ind w:left="425" w:hanging="357"/>
        <w:rPr>
          <w:rFonts w:ascii="Arial" w:hAnsi="Arial" w:cs="Arial"/>
          <w:b/>
          <w:sz w:val="21"/>
          <w:szCs w:val="21"/>
          <w:lang w:val="en-US"/>
        </w:rPr>
      </w:pPr>
      <w:r w:rsidRPr="008D0D6E">
        <w:rPr>
          <w:rFonts w:ascii="Arial" w:hAnsi="Arial" w:cs="Arial"/>
          <w:b/>
          <w:sz w:val="21"/>
          <w:szCs w:val="21"/>
        </w:rPr>
        <w:t>COMPLETE CONSENT FORMS IN BLUE OR BLACK PEN ONLY</w:t>
      </w:r>
    </w:p>
    <w:p w:rsidR="008D0D6E" w:rsidRPr="008D0D6E" w:rsidRDefault="008D0D6E" w:rsidP="008D0D6E">
      <w:pPr>
        <w:pStyle w:val="BodyText3"/>
        <w:spacing w:after="0" w:line="360" w:lineRule="auto"/>
        <w:ind w:left="425"/>
        <w:rPr>
          <w:rFonts w:ascii="Arial" w:hAnsi="Arial" w:cs="Arial"/>
          <w:b/>
          <w:sz w:val="21"/>
          <w:szCs w:val="21"/>
          <w:lang w:val="en-US"/>
        </w:rPr>
      </w:pPr>
    </w:p>
    <w:p w:rsidR="008D0D6E" w:rsidRPr="008D0D6E" w:rsidRDefault="008D0D6E" w:rsidP="008D0D6E">
      <w:pPr>
        <w:pStyle w:val="BodyText3"/>
        <w:ind w:left="360"/>
        <w:rPr>
          <w:rFonts w:ascii="Arial" w:hAnsi="Arial" w:cs="Arial"/>
          <w:b/>
          <w:color w:val="FF0000"/>
          <w:sz w:val="22"/>
          <w:szCs w:val="24"/>
        </w:rPr>
      </w:pPr>
      <w:r w:rsidRPr="008D0D6E">
        <w:rPr>
          <w:rFonts w:ascii="Arial" w:hAnsi="Arial" w:cs="Arial"/>
          <w:b/>
          <w:color w:val="FF0000"/>
          <w:sz w:val="22"/>
          <w:szCs w:val="24"/>
        </w:rPr>
        <w:t>On the day of the vaccination clinic:</w:t>
      </w:r>
    </w:p>
    <w:p w:rsidR="002F7EB3" w:rsidRPr="0068457A" w:rsidRDefault="002F7EB3" w:rsidP="002F7EB3">
      <w:pPr>
        <w:pStyle w:val="BodyText3"/>
        <w:numPr>
          <w:ilvl w:val="0"/>
          <w:numId w:val="17"/>
        </w:numPr>
        <w:rPr>
          <w:rFonts w:ascii="Arial" w:hAnsi="Arial" w:cs="Arial"/>
          <w:sz w:val="22"/>
          <w:szCs w:val="24"/>
        </w:rPr>
      </w:pPr>
      <w:r w:rsidRPr="0068457A">
        <w:rPr>
          <w:rFonts w:ascii="Arial" w:hAnsi="Arial" w:cs="Arial"/>
          <w:sz w:val="22"/>
          <w:szCs w:val="24"/>
        </w:rPr>
        <w:t>ensure your child has eaten breakfast the morning of the clinic</w:t>
      </w:r>
    </w:p>
    <w:p w:rsidR="002F7EB3" w:rsidRPr="0068457A" w:rsidRDefault="002F7EB3" w:rsidP="002F7EB3">
      <w:pPr>
        <w:pStyle w:val="BodyText3"/>
        <w:numPr>
          <w:ilvl w:val="0"/>
          <w:numId w:val="17"/>
        </w:numPr>
        <w:rPr>
          <w:rFonts w:ascii="Arial" w:hAnsi="Arial" w:cs="Arial"/>
          <w:sz w:val="22"/>
          <w:szCs w:val="24"/>
        </w:rPr>
      </w:pPr>
      <w:r w:rsidRPr="0068457A">
        <w:rPr>
          <w:rFonts w:ascii="Arial" w:hAnsi="Arial" w:cs="Arial"/>
          <w:sz w:val="22"/>
          <w:szCs w:val="24"/>
        </w:rPr>
        <w:t>ensure your child is wearing clothing that enables the upper arm to be exposed</w:t>
      </w:r>
    </w:p>
    <w:p w:rsidR="000053B3" w:rsidRPr="0068457A" w:rsidRDefault="000053B3" w:rsidP="000053B3">
      <w:pPr>
        <w:pStyle w:val="BodyText3"/>
        <w:ind w:left="720"/>
        <w:rPr>
          <w:rFonts w:ascii="Arial" w:hAnsi="Arial" w:cs="Arial"/>
          <w:sz w:val="22"/>
          <w:szCs w:val="24"/>
          <w:lang w:val="en-US"/>
        </w:rPr>
      </w:pPr>
    </w:p>
    <w:p w:rsidR="002F7EB3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Arial" w:hAnsi="Arial" w:cs="Arial"/>
          <w:sz w:val="22"/>
          <w:szCs w:val="24"/>
          <w:lang w:val="en-US"/>
        </w:rPr>
      </w:pPr>
      <w:r w:rsidRPr="0068457A">
        <w:rPr>
          <w:rFonts w:ascii="Arial" w:hAnsi="Arial" w:cs="Arial"/>
          <w:sz w:val="22"/>
          <w:szCs w:val="24"/>
          <w:lang w:val="en-US"/>
        </w:rPr>
        <w:t>Ask your child for the record of vaccination when they arrive home on the day of the clinic – keep this record in a safe place (</w:t>
      </w:r>
      <w:proofErr w:type="spellStart"/>
      <w:r w:rsidRPr="0068457A">
        <w:rPr>
          <w:rFonts w:ascii="Arial" w:hAnsi="Arial" w:cs="Arial"/>
          <w:sz w:val="22"/>
          <w:szCs w:val="24"/>
          <w:lang w:val="en-US"/>
        </w:rPr>
        <w:t>eg</w:t>
      </w:r>
      <w:proofErr w:type="spellEnd"/>
      <w:r w:rsidRPr="0068457A">
        <w:rPr>
          <w:rFonts w:ascii="Arial" w:hAnsi="Arial" w:cs="Arial"/>
          <w:sz w:val="22"/>
          <w:szCs w:val="24"/>
          <w:lang w:val="en-US"/>
        </w:rPr>
        <w:t xml:space="preserve">. </w:t>
      </w:r>
      <w:r w:rsidR="001D0014" w:rsidRPr="0068457A">
        <w:rPr>
          <w:rFonts w:ascii="Arial" w:hAnsi="Arial" w:cs="Arial"/>
          <w:sz w:val="22"/>
          <w:szCs w:val="24"/>
          <w:lang w:val="en-US"/>
        </w:rPr>
        <w:t>baby’s</w:t>
      </w:r>
      <w:r w:rsidRPr="0068457A">
        <w:rPr>
          <w:rFonts w:ascii="Arial" w:hAnsi="Arial" w:cs="Arial"/>
          <w:sz w:val="22"/>
          <w:szCs w:val="24"/>
          <w:lang w:val="en-US"/>
        </w:rPr>
        <w:t>’ blue book), ideally notify your GP for their records</w:t>
      </w:r>
      <w:r>
        <w:rPr>
          <w:rFonts w:ascii="Arial" w:hAnsi="Arial" w:cs="Arial"/>
          <w:sz w:val="22"/>
          <w:szCs w:val="24"/>
          <w:lang w:val="en-US"/>
        </w:rPr>
        <w:t>.</w:t>
      </w:r>
    </w:p>
    <w:p w:rsidR="000053B3" w:rsidRDefault="000053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Arial" w:hAnsi="Arial" w:cs="Arial"/>
          <w:sz w:val="22"/>
          <w:szCs w:val="24"/>
          <w:lang w:val="en-US"/>
        </w:rPr>
      </w:pPr>
    </w:p>
    <w:p w:rsidR="000053B3" w:rsidRPr="008D0D6E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Theme="minorHAnsi" w:hAnsiTheme="minorHAnsi" w:cstheme="minorHAnsi"/>
          <w:b/>
          <w:color w:val="FF0000"/>
          <w:sz w:val="28"/>
          <w:szCs w:val="24"/>
        </w:rPr>
      </w:pPr>
      <w:r w:rsidRPr="008D0D6E">
        <w:rPr>
          <w:rFonts w:asciiTheme="minorHAnsi" w:hAnsiTheme="minorHAnsi" w:cstheme="minorHAnsi"/>
          <w:b/>
          <w:color w:val="FF0000"/>
          <w:sz w:val="28"/>
          <w:szCs w:val="24"/>
        </w:rPr>
        <w:t>What if your child misses a vaccine?</w:t>
      </w:r>
    </w:p>
    <w:p w:rsidR="000053B3" w:rsidRPr="0068457A" w:rsidRDefault="000053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Biondi" w:hAnsi="Biondi" w:cs="Arial"/>
          <w:color w:val="FF0000"/>
          <w:sz w:val="28"/>
          <w:szCs w:val="24"/>
        </w:rPr>
      </w:pPr>
    </w:p>
    <w:p w:rsidR="002F7EB3" w:rsidRDefault="00171FB4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Arial" w:hAnsi="Arial" w:cs="Arial"/>
          <w:sz w:val="22"/>
          <w:szCs w:val="24"/>
          <w:lang w:val="en-US"/>
        </w:rPr>
      </w:pPr>
      <w:r>
        <w:rPr>
          <w:rFonts w:ascii="Arial" w:hAnsi="Arial" w:cs="Arial"/>
          <w:sz w:val="22"/>
          <w:szCs w:val="24"/>
          <w:lang w:val="en-US"/>
        </w:rPr>
        <w:t>You won’t need to do anything. E</w:t>
      </w:r>
      <w:r w:rsidR="002F7EB3">
        <w:rPr>
          <w:rFonts w:ascii="Arial" w:hAnsi="Arial" w:cs="Arial"/>
          <w:sz w:val="22"/>
          <w:szCs w:val="24"/>
          <w:lang w:val="en-US"/>
        </w:rPr>
        <w:t>very effort will be made to catch-up missed vaccines at other clinics at your child’s school during the year</w:t>
      </w:r>
      <w:r w:rsidR="00425829">
        <w:rPr>
          <w:rFonts w:ascii="Arial" w:hAnsi="Arial" w:cs="Arial"/>
          <w:sz w:val="22"/>
          <w:szCs w:val="24"/>
          <w:lang w:val="en-US"/>
        </w:rPr>
        <w:t xml:space="preserve"> or the following year when they are in year 8</w:t>
      </w:r>
      <w:r w:rsidR="002F7EB3">
        <w:rPr>
          <w:rFonts w:ascii="Arial" w:hAnsi="Arial" w:cs="Arial"/>
          <w:sz w:val="22"/>
          <w:szCs w:val="24"/>
          <w:lang w:val="en-US"/>
        </w:rPr>
        <w:t>.</w:t>
      </w:r>
    </w:p>
    <w:p w:rsidR="002F7EB3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Arial" w:hAnsi="Arial" w:cs="Arial"/>
          <w:sz w:val="10"/>
          <w:szCs w:val="24"/>
          <w:lang w:val="en-US"/>
        </w:rPr>
      </w:pPr>
    </w:p>
    <w:p w:rsidR="000053B3" w:rsidRPr="0026210A" w:rsidRDefault="000053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Arial" w:hAnsi="Arial" w:cs="Arial"/>
          <w:sz w:val="10"/>
          <w:szCs w:val="24"/>
          <w:lang w:val="en-US"/>
        </w:rPr>
      </w:pPr>
    </w:p>
    <w:p w:rsidR="002F7EB3" w:rsidRPr="008D0D6E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Calibri" w:hAnsi="Calibri" w:cs="Calibri"/>
          <w:b/>
          <w:color w:val="FF0000"/>
          <w:sz w:val="32"/>
          <w:szCs w:val="24"/>
          <w:lang w:val="en-US"/>
        </w:rPr>
      </w:pPr>
      <w:r w:rsidRPr="008D0D6E">
        <w:rPr>
          <w:rFonts w:ascii="Calibri" w:hAnsi="Calibri" w:cs="Calibri"/>
          <w:b/>
          <w:color w:val="FF0000"/>
          <w:sz w:val="32"/>
          <w:szCs w:val="24"/>
          <w:lang w:val="en-US"/>
        </w:rPr>
        <w:t>More questions?</w:t>
      </w:r>
    </w:p>
    <w:p w:rsidR="002F7EB3" w:rsidRPr="0068457A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Arial" w:hAnsi="Arial" w:cs="Arial"/>
          <w:sz w:val="14"/>
          <w:szCs w:val="24"/>
          <w:lang w:val="en-US"/>
        </w:rPr>
      </w:pPr>
    </w:p>
    <w:p w:rsidR="002F7EB3" w:rsidRDefault="002F7EB3" w:rsidP="002F7EB3">
      <w:pPr>
        <w:pStyle w:val="Header"/>
        <w:tabs>
          <w:tab w:val="clear" w:pos="4153"/>
          <w:tab w:val="clear" w:pos="8306"/>
          <w:tab w:val="left" w:pos="1136"/>
        </w:tabs>
        <w:rPr>
          <w:rFonts w:ascii="Arial" w:hAnsi="Arial" w:cs="Arial"/>
          <w:sz w:val="22"/>
          <w:szCs w:val="24"/>
          <w:lang w:val="en-US"/>
        </w:rPr>
      </w:pPr>
      <w:r>
        <w:rPr>
          <w:rFonts w:ascii="Arial" w:hAnsi="Arial" w:cs="Arial"/>
          <w:sz w:val="22"/>
          <w:szCs w:val="24"/>
          <w:lang w:val="en-US"/>
        </w:rPr>
        <w:t>Please contact Hunter New England Local Health District, Immunisation Unit on 49246477 or visit</w:t>
      </w:r>
    </w:p>
    <w:p w:rsidR="002F7EB3" w:rsidRPr="0068457A" w:rsidRDefault="00F04499" w:rsidP="002F7EB3">
      <w:pPr>
        <w:pStyle w:val="Footer"/>
        <w:rPr>
          <w:rFonts w:ascii="Arial" w:hAnsi="Arial" w:cs="Arial"/>
          <w:sz w:val="22"/>
          <w:szCs w:val="24"/>
          <w:lang w:val="en-US"/>
        </w:rPr>
      </w:pPr>
      <w:hyperlink r:id="rId7" w:history="1">
        <w:r w:rsidR="002F7EB3" w:rsidRPr="004D45DA">
          <w:rPr>
            <w:rStyle w:val="Hyperlink"/>
            <w:rFonts w:ascii="Arial" w:hAnsi="Arial" w:cs="Arial"/>
            <w:sz w:val="22"/>
            <w:szCs w:val="24"/>
            <w:lang w:val="en-US"/>
          </w:rPr>
          <w:t>http://www.health.nsw.gov.au/immunisation/Pages/schoolvaccination.aspx</w:t>
        </w:r>
      </w:hyperlink>
      <w:r w:rsidR="002F7EB3">
        <w:rPr>
          <w:rFonts w:ascii="Arial" w:hAnsi="Arial" w:cs="Arial"/>
          <w:sz w:val="22"/>
          <w:szCs w:val="24"/>
          <w:lang w:val="en-US"/>
        </w:rPr>
        <w:t xml:space="preserve"> </w:t>
      </w:r>
      <w:r w:rsidR="002F7EB3" w:rsidRPr="0068457A">
        <w:rPr>
          <w:rFonts w:ascii="Arial" w:hAnsi="Arial" w:cs="Arial"/>
          <w:sz w:val="22"/>
          <w:szCs w:val="24"/>
          <w:lang w:val="en-US"/>
        </w:rPr>
        <w:t xml:space="preserve">   </w:t>
      </w:r>
    </w:p>
    <w:p w:rsidR="00061D46" w:rsidRPr="00AE3652" w:rsidRDefault="00061D46" w:rsidP="00AE3652"/>
    <w:sectPr w:rsidR="00061D46" w:rsidRPr="00AE3652" w:rsidSect="002F7EB3">
      <w:headerReference w:type="first" r:id="rId8"/>
      <w:pgSz w:w="11907" w:h="16840" w:code="9"/>
      <w:pgMar w:top="-1701" w:right="992" w:bottom="567" w:left="1134" w:header="142" w:footer="49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FF6" w:rsidRDefault="00256FF6">
      <w:r>
        <w:separator/>
      </w:r>
    </w:p>
  </w:endnote>
  <w:endnote w:type="continuationSeparator" w:id="0">
    <w:p w:rsidR="00256FF6" w:rsidRDefault="0025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nhardMod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iondi">
    <w:altName w:val="Copperplate Gothic Bold"/>
    <w:charset w:val="00"/>
    <w:family w:val="auto"/>
    <w:pitch w:val="variable"/>
    <w:sig w:usb0="8000002F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FF6" w:rsidRDefault="00256FF6">
      <w:r>
        <w:separator/>
      </w:r>
    </w:p>
  </w:footnote>
  <w:footnote w:type="continuationSeparator" w:id="0">
    <w:p w:rsidR="00256FF6" w:rsidRDefault="00256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161" w:rsidRPr="00592F84" w:rsidRDefault="0026210A" w:rsidP="0095532C">
    <w:pPr>
      <w:pStyle w:val="Header"/>
      <w:tabs>
        <w:tab w:val="clear" w:pos="4153"/>
        <w:tab w:val="clear" w:pos="8306"/>
      </w:tabs>
      <w:ind w:left="4536" w:firstLine="720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  <w:lang w:eastAsia="en-AU"/>
      </w:rPr>
      <w:drawing>
        <wp:inline distT="0" distB="0" distL="0" distR="0">
          <wp:extent cx="3188970" cy="8921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897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1161" w:rsidRPr="002371A5" w:rsidRDefault="00831161" w:rsidP="00AB0B5A">
    <w:pPr>
      <w:pStyle w:val="Header"/>
      <w:tabs>
        <w:tab w:val="clear" w:pos="4153"/>
        <w:tab w:val="clear" w:pos="8306"/>
        <w:tab w:val="left" w:pos="1136"/>
      </w:tabs>
      <w:ind w:firstLine="720"/>
      <w:rPr>
        <w:rFonts w:ascii="Arial" w:hAnsi="Arial" w:cs="Arial"/>
        <w:sz w:val="2"/>
      </w:rPr>
    </w:pPr>
  </w:p>
  <w:p w:rsidR="0068457A" w:rsidRDefault="0068457A" w:rsidP="0068457A">
    <w:pPr>
      <w:pStyle w:val="Header"/>
      <w:tabs>
        <w:tab w:val="clear" w:pos="4153"/>
        <w:tab w:val="clear" w:pos="8306"/>
        <w:tab w:val="left" w:pos="1136"/>
      </w:tabs>
      <w:ind w:firstLine="720"/>
      <w:rPr>
        <w:rFonts w:ascii="Arial" w:hAnsi="Arial" w:cs="Arial"/>
        <w:sz w:val="22"/>
        <w:szCs w:val="24"/>
        <w:lang w:val="en-US"/>
      </w:rPr>
    </w:pPr>
  </w:p>
  <w:p w:rsidR="00F91BE2" w:rsidRDefault="00F91BE2" w:rsidP="0068457A">
    <w:pPr>
      <w:pStyle w:val="Header"/>
      <w:tabs>
        <w:tab w:val="clear" w:pos="4153"/>
        <w:tab w:val="clear" w:pos="8306"/>
        <w:tab w:val="left" w:pos="1136"/>
      </w:tabs>
      <w:ind w:firstLine="720"/>
      <w:rPr>
        <w:rFonts w:ascii="Arial" w:hAnsi="Arial" w:cs="Arial"/>
        <w:sz w:val="22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449B"/>
    <w:multiLevelType w:val="hybridMultilevel"/>
    <w:tmpl w:val="61CEB0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A7091A"/>
    <w:multiLevelType w:val="hybridMultilevel"/>
    <w:tmpl w:val="D416EA42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830214"/>
    <w:multiLevelType w:val="hybridMultilevel"/>
    <w:tmpl w:val="D23600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825F2"/>
    <w:multiLevelType w:val="singleLevel"/>
    <w:tmpl w:val="201402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4" w15:restartNumberingAfterBreak="0">
    <w:nsid w:val="36EC483B"/>
    <w:multiLevelType w:val="hybridMultilevel"/>
    <w:tmpl w:val="7F9882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B91ACC"/>
    <w:multiLevelType w:val="hybridMultilevel"/>
    <w:tmpl w:val="954278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95BFA"/>
    <w:multiLevelType w:val="hybridMultilevel"/>
    <w:tmpl w:val="B90A6C5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50D0D1B"/>
    <w:multiLevelType w:val="hybridMultilevel"/>
    <w:tmpl w:val="DBAABBF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15235"/>
    <w:multiLevelType w:val="hybridMultilevel"/>
    <w:tmpl w:val="EAF8B5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1B634E"/>
    <w:multiLevelType w:val="hybridMultilevel"/>
    <w:tmpl w:val="EDE4D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3A7694"/>
    <w:multiLevelType w:val="hybridMultilevel"/>
    <w:tmpl w:val="AE76996A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5C45A0"/>
    <w:multiLevelType w:val="hybridMultilevel"/>
    <w:tmpl w:val="9A44B952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6A5519"/>
    <w:multiLevelType w:val="hybridMultilevel"/>
    <w:tmpl w:val="B2F849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D7E85"/>
    <w:multiLevelType w:val="hybridMultilevel"/>
    <w:tmpl w:val="5BD2146E"/>
    <w:lvl w:ilvl="0" w:tplc="C71C09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935A2F"/>
    <w:multiLevelType w:val="hybridMultilevel"/>
    <w:tmpl w:val="14E60864"/>
    <w:lvl w:ilvl="0" w:tplc="04090001">
      <w:start w:val="1"/>
      <w:numFmt w:val="bullet"/>
      <w:lvlText w:val="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79A05020"/>
    <w:multiLevelType w:val="singleLevel"/>
    <w:tmpl w:val="201402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6" w15:restartNumberingAfterBreak="0">
    <w:nsid w:val="7FB75FDF"/>
    <w:multiLevelType w:val="hybridMultilevel"/>
    <w:tmpl w:val="441C6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4"/>
  </w:num>
  <w:num w:numId="7">
    <w:abstractNumId w:val="14"/>
  </w:num>
  <w:num w:numId="8">
    <w:abstractNumId w:val="16"/>
  </w:num>
  <w:num w:numId="9">
    <w:abstractNumId w:val="9"/>
  </w:num>
  <w:num w:numId="10">
    <w:abstractNumId w:val="8"/>
  </w:num>
  <w:num w:numId="11">
    <w:abstractNumId w:val="0"/>
  </w:num>
  <w:num w:numId="12">
    <w:abstractNumId w:val="1"/>
  </w:num>
  <w:num w:numId="13">
    <w:abstractNumId w:val="11"/>
  </w:num>
  <w:num w:numId="14">
    <w:abstractNumId w:val="6"/>
  </w:num>
  <w:num w:numId="15">
    <w:abstractNumId w:val="7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585"/>
    <w:rsid w:val="000053B3"/>
    <w:rsid w:val="00007A07"/>
    <w:rsid w:val="00011E72"/>
    <w:rsid w:val="00027A27"/>
    <w:rsid w:val="000341AF"/>
    <w:rsid w:val="00047915"/>
    <w:rsid w:val="00047AF9"/>
    <w:rsid w:val="0005014B"/>
    <w:rsid w:val="00050383"/>
    <w:rsid w:val="000512F2"/>
    <w:rsid w:val="0005581F"/>
    <w:rsid w:val="00061B54"/>
    <w:rsid w:val="00061D46"/>
    <w:rsid w:val="00061E08"/>
    <w:rsid w:val="000671A7"/>
    <w:rsid w:val="00070F7A"/>
    <w:rsid w:val="00086CFC"/>
    <w:rsid w:val="000912A0"/>
    <w:rsid w:val="000922FA"/>
    <w:rsid w:val="00092A42"/>
    <w:rsid w:val="00093513"/>
    <w:rsid w:val="000E2508"/>
    <w:rsid w:val="000F537B"/>
    <w:rsid w:val="00103B14"/>
    <w:rsid w:val="00106A7B"/>
    <w:rsid w:val="00117252"/>
    <w:rsid w:val="001317FF"/>
    <w:rsid w:val="00152924"/>
    <w:rsid w:val="00152C36"/>
    <w:rsid w:val="00155585"/>
    <w:rsid w:val="001610E9"/>
    <w:rsid w:val="00165FD0"/>
    <w:rsid w:val="00166C8D"/>
    <w:rsid w:val="00166D04"/>
    <w:rsid w:val="00171D8E"/>
    <w:rsid w:val="00171FB4"/>
    <w:rsid w:val="001736FD"/>
    <w:rsid w:val="00193B05"/>
    <w:rsid w:val="001A21F2"/>
    <w:rsid w:val="001A488B"/>
    <w:rsid w:val="001B4B6D"/>
    <w:rsid w:val="001C25BA"/>
    <w:rsid w:val="001C72FF"/>
    <w:rsid w:val="001D0014"/>
    <w:rsid w:val="001E4F75"/>
    <w:rsid w:val="001E706C"/>
    <w:rsid w:val="00221CCA"/>
    <w:rsid w:val="00233817"/>
    <w:rsid w:val="002371A5"/>
    <w:rsid w:val="002371BD"/>
    <w:rsid w:val="00251EEF"/>
    <w:rsid w:val="002536B9"/>
    <w:rsid w:val="002549FD"/>
    <w:rsid w:val="00256FF6"/>
    <w:rsid w:val="002612B5"/>
    <w:rsid w:val="0026210A"/>
    <w:rsid w:val="00262A6D"/>
    <w:rsid w:val="00265E81"/>
    <w:rsid w:val="0026649D"/>
    <w:rsid w:val="0027490E"/>
    <w:rsid w:val="00274C1D"/>
    <w:rsid w:val="002920F5"/>
    <w:rsid w:val="002B1496"/>
    <w:rsid w:val="002D05FC"/>
    <w:rsid w:val="002E04E6"/>
    <w:rsid w:val="002F7A23"/>
    <w:rsid w:val="002F7D09"/>
    <w:rsid w:val="002F7EB3"/>
    <w:rsid w:val="00310C53"/>
    <w:rsid w:val="00325608"/>
    <w:rsid w:val="00332EE4"/>
    <w:rsid w:val="00333753"/>
    <w:rsid w:val="003379E1"/>
    <w:rsid w:val="00343FF0"/>
    <w:rsid w:val="00344C9F"/>
    <w:rsid w:val="0037259E"/>
    <w:rsid w:val="00397670"/>
    <w:rsid w:val="003A73FF"/>
    <w:rsid w:val="003B0C11"/>
    <w:rsid w:val="003B623E"/>
    <w:rsid w:val="003B7DC0"/>
    <w:rsid w:val="003F1190"/>
    <w:rsid w:val="003F5602"/>
    <w:rsid w:val="003F5E89"/>
    <w:rsid w:val="00401CFA"/>
    <w:rsid w:val="00405532"/>
    <w:rsid w:val="00407BFB"/>
    <w:rsid w:val="00420127"/>
    <w:rsid w:val="00423282"/>
    <w:rsid w:val="00425829"/>
    <w:rsid w:val="00434611"/>
    <w:rsid w:val="00434651"/>
    <w:rsid w:val="00434FEB"/>
    <w:rsid w:val="00437387"/>
    <w:rsid w:val="0044009C"/>
    <w:rsid w:val="00444B97"/>
    <w:rsid w:val="00446D44"/>
    <w:rsid w:val="004520A6"/>
    <w:rsid w:val="0045343F"/>
    <w:rsid w:val="00486C94"/>
    <w:rsid w:val="00497CB1"/>
    <w:rsid w:val="004A6FF9"/>
    <w:rsid w:val="004B1F53"/>
    <w:rsid w:val="004C04C5"/>
    <w:rsid w:val="004D288B"/>
    <w:rsid w:val="004E1C9A"/>
    <w:rsid w:val="004E7364"/>
    <w:rsid w:val="00503DD3"/>
    <w:rsid w:val="00510576"/>
    <w:rsid w:val="0051442B"/>
    <w:rsid w:val="00521429"/>
    <w:rsid w:val="00530DB9"/>
    <w:rsid w:val="00545C85"/>
    <w:rsid w:val="00557B49"/>
    <w:rsid w:val="0056295D"/>
    <w:rsid w:val="005629E9"/>
    <w:rsid w:val="00564F82"/>
    <w:rsid w:val="00572883"/>
    <w:rsid w:val="00591581"/>
    <w:rsid w:val="00592F84"/>
    <w:rsid w:val="005B0855"/>
    <w:rsid w:val="005B4F64"/>
    <w:rsid w:val="005C6092"/>
    <w:rsid w:val="005D11D6"/>
    <w:rsid w:val="005E0A14"/>
    <w:rsid w:val="005F74CF"/>
    <w:rsid w:val="006130A4"/>
    <w:rsid w:val="006146FA"/>
    <w:rsid w:val="00624589"/>
    <w:rsid w:val="0063068E"/>
    <w:rsid w:val="00642AB8"/>
    <w:rsid w:val="006440F2"/>
    <w:rsid w:val="006479EC"/>
    <w:rsid w:val="00650BF5"/>
    <w:rsid w:val="00676002"/>
    <w:rsid w:val="0068457A"/>
    <w:rsid w:val="00695806"/>
    <w:rsid w:val="00696C3B"/>
    <w:rsid w:val="006A4345"/>
    <w:rsid w:val="006A4374"/>
    <w:rsid w:val="006A55B2"/>
    <w:rsid w:val="006B60AA"/>
    <w:rsid w:val="006B77FB"/>
    <w:rsid w:val="006C7905"/>
    <w:rsid w:val="006E00CD"/>
    <w:rsid w:val="006E67FA"/>
    <w:rsid w:val="006F262E"/>
    <w:rsid w:val="0070457A"/>
    <w:rsid w:val="00715B21"/>
    <w:rsid w:val="00717524"/>
    <w:rsid w:val="00722B6D"/>
    <w:rsid w:val="007241CA"/>
    <w:rsid w:val="00732D5B"/>
    <w:rsid w:val="0075306A"/>
    <w:rsid w:val="007539C0"/>
    <w:rsid w:val="00753B00"/>
    <w:rsid w:val="00763A66"/>
    <w:rsid w:val="007835FE"/>
    <w:rsid w:val="007840C7"/>
    <w:rsid w:val="007A0EA9"/>
    <w:rsid w:val="007B0AD3"/>
    <w:rsid w:val="007B6687"/>
    <w:rsid w:val="007C24FD"/>
    <w:rsid w:val="007C324E"/>
    <w:rsid w:val="007C5813"/>
    <w:rsid w:val="007D285B"/>
    <w:rsid w:val="007D2927"/>
    <w:rsid w:val="007E3E01"/>
    <w:rsid w:val="00807C3E"/>
    <w:rsid w:val="00816EBB"/>
    <w:rsid w:val="00826C3B"/>
    <w:rsid w:val="00830F04"/>
    <w:rsid w:val="00831161"/>
    <w:rsid w:val="00852DE5"/>
    <w:rsid w:val="0085471C"/>
    <w:rsid w:val="0085529A"/>
    <w:rsid w:val="00861239"/>
    <w:rsid w:val="00881C25"/>
    <w:rsid w:val="00887A0D"/>
    <w:rsid w:val="008A4CDF"/>
    <w:rsid w:val="008D0D6E"/>
    <w:rsid w:val="008D6A23"/>
    <w:rsid w:val="008E0F24"/>
    <w:rsid w:val="008F3C99"/>
    <w:rsid w:val="00907901"/>
    <w:rsid w:val="00932941"/>
    <w:rsid w:val="00933A83"/>
    <w:rsid w:val="00934537"/>
    <w:rsid w:val="00942965"/>
    <w:rsid w:val="0095532C"/>
    <w:rsid w:val="00956BD3"/>
    <w:rsid w:val="0096765F"/>
    <w:rsid w:val="009843E9"/>
    <w:rsid w:val="009869DD"/>
    <w:rsid w:val="009A2061"/>
    <w:rsid w:val="009A23FD"/>
    <w:rsid w:val="009C4FF7"/>
    <w:rsid w:val="009D18CE"/>
    <w:rsid w:val="009D1B90"/>
    <w:rsid w:val="00A2157D"/>
    <w:rsid w:val="00A31BFE"/>
    <w:rsid w:val="00A33838"/>
    <w:rsid w:val="00A47459"/>
    <w:rsid w:val="00A57446"/>
    <w:rsid w:val="00A759C4"/>
    <w:rsid w:val="00AB0B5A"/>
    <w:rsid w:val="00AC05D0"/>
    <w:rsid w:val="00AE1B4D"/>
    <w:rsid w:val="00AE3652"/>
    <w:rsid w:val="00AF072E"/>
    <w:rsid w:val="00AF187A"/>
    <w:rsid w:val="00AF310A"/>
    <w:rsid w:val="00AF6A1D"/>
    <w:rsid w:val="00B03D50"/>
    <w:rsid w:val="00B066A8"/>
    <w:rsid w:val="00B136E1"/>
    <w:rsid w:val="00B15A6B"/>
    <w:rsid w:val="00B2799F"/>
    <w:rsid w:val="00B3719A"/>
    <w:rsid w:val="00B43A18"/>
    <w:rsid w:val="00B60F79"/>
    <w:rsid w:val="00B61858"/>
    <w:rsid w:val="00B80AEA"/>
    <w:rsid w:val="00BA045D"/>
    <w:rsid w:val="00BC089A"/>
    <w:rsid w:val="00BE1A56"/>
    <w:rsid w:val="00BE3816"/>
    <w:rsid w:val="00BF4688"/>
    <w:rsid w:val="00C00CE1"/>
    <w:rsid w:val="00C01322"/>
    <w:rsid w:val="00C1446C"/>
    <w:rsid w:val="00C333DD"/>
    <w:rsid w:val="00C40F79"/>
    <w:rsid w:val="00C61C7C"/>
    <w:rsid w:val="00C8597C"/>
    <w:rsid w:val="00C91915"/>
    <w:rsid w:val="00C93FDA"/>
    <w:rsid w:val="00CA44F7"/>
    <w:rsid w:val="00CA4DD5"/>
    <w:rsid w:val="00CA713C"/>
    <w:rsid w:val="00CA7C0E"/>
    <w:rsid w:val="00CA7D80"/>
    <w:rsid w:val="00CC5258"/>
    <w:rsid w:val="00CD081F"/>
    <w:rsid w:val="00CD280B"/>
    <w:rsid w:val="00CD61D5"/>
    <w:rsid w:val="00D00050"/>
    <w:rsid w:val="00D0351C"/>
    <w:rsid w:val="00D05660"/>
    <w:rsid w:val="00D207CE"/>
    <w:rsid w:val="00D301CD"/>
    <w:rsid w:val="00D3621F"/>
    <w:rsid w:val="00D475A8"/>
    <w:rsid w:val="00D82C88"/>
    <w:rsid w:val="00D8366B"/>
    <w:rsid w:val="00D878C2"/>
    <w:rsid w:val="00D92DB3"/>
    <w:rsid w:val="00D93952"/>
    <w:rsid w:val="00D979CA"/>
    <w:rsid w:val="00DA6A70"/>
    <w:rsid w:val="00DB6966"/>
    <w:rsid w:val="00DC2FC5"/>
    <w:rsid w:val="00DC3B33"/>
    <w:rsid w:val="00DC7627"/>
    <w:rsid w:val="00DD2484"/>
    <w:rsid w:val="00DD58CD"/>
    <w:rsid w:val="00DD5905"/>
    <w:rsid w:val="00DE01AB"/>
    <w:rsid w:val="00DE1B77"/>
    <w:rsid w:val="00DF45B7"/>
    <w:rsid w:val="00E0375B"/>
    <w:rsid w:val="00E0419D"/>
    <w:rsid w:val="00E36C09"/>
    <w:rsid w:val="00E47226"/>
    <w:rsid w:val="00E53BCF"/>
    <w:rsid w:val="00E7702E"/>
    <w:rsid w:val="00E83BB7"/>
    <w:rsid w:val="00E85E4B"/>
    <w:rsid w:val="00E92864"/>
    <w:rsid w:val="00EB2CDD"/>
    <w:rsid w:val="00EC0A8E"/>
    <w:rsid w:val="00EC4196"/>
    <w:rsid w:val="00ED0075"/>
    <w:rsid w:val="00EE3D43"/>
    <w:rsid w:val="00EE6965"/>
    <w:rsid w:val="00EF1295"/>
    <w:rsid w:val="00F04499"/>
    <w:rsid w:val="00F0724F"/>
    <w:rsid w:val="00F21443"/>
    <w:rsid w:val="00F24CBA"/>
    <w:rsid w:val="00F2588B"/>
    <w:rsid w:val="00F25F88"/>
    <w:rsid w:val="00F30D7A"/>
    <w:rsid w:val="00F37D7D"/>
    <w:rsid w:val="00F55AC4"/>
    <w:rsid w:val="00F646C0"/>
    <w:rsid w:val="00F770A5"/>
    <w:rsid w:val="00F810BF"/>
    <w:rsid w:val="00F91BE2"/>
    <w:rsid w:val="00F97156"/>
    <w:rsid w:val="00FC2ED4"/>
    <w:rsid w:val="00FD2097"/>
    <w:rsid w:val="00FF1D57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16DBFF8A-327F-4CC3-90A9-4C59E9B7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BernhardMod BT" w:hAnsi="BernhardMod BT"/>
      <w:b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BernhardMod BT" w:hAnsi="BernhardMod BT"/>
      <w:szCs w:val="19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BernhardMod BT" w:hAnsi="BernhardMod BT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D0351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ernhardMod BT" w:hAnsi="BernhardMod BT"/>
      <w:sz w:val="72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annotationr">
    <w:name w:val="annotation r"/>
    <w:rPr>
      <w:rFonts w:ascii="Times New Roman" w:hAnsi="Times New Roman"/>
      <w:color w:val="000000"/>
      <w:sz w:val="16"/>
    </w:rPr>
  </w:style>
  <w:style w:type="character" w:customStyle="1" w:styleId="annotationt">
    <w:name w:val="annotation t"/>
    <w:rPr>
      <w:rFonts w:ascii="Times New Roman" w:hAnsi="Times New Roman"/>
      <w:color w:val="00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jc w:val="center"/>
    </w:pPr>
    <w:rPr>
      <w:rFonts w:ascii="BernhardMod BT" w:hAnsi="BernhardMod BT"/>
      <w:sz w:val="36"/>
    </w:rPr>
  </w:style>
  <w:style w:type="paragraph" w:styleId="BodyText2">
    <w:name w:val="Body Text 2"/>
    <w:basedOn w:val="Normal"/>
    <w:pPr>
      <w:jc w:val="both"/>
    </w:pPr>
    <w:rPr>
      <w:rFonts w:ascii="BernhardMod BT" w:hAnsi="BernhardMod BT"/>
      <w:sz w:val="28"/>
    </w:rPr>
  </w:style>
  <w:style w:type="paragraph" w:styleId="BalloonText">
    <w:name w:val="Balloon Text"/>
    <w:basedOn w:val="Normal"/>
    <w:semiHidden/>
    <w:rsid w:val="00497C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A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4009C"/>
    <w:pPr>
      <w:spacing w:after="240"/>
    </w:pPr>
    <w:rPr>
      <w:szCs w:val="24"/>
      <w:lang w:val="en-US"/>
    </w:rPr>
  </w:style>
  <w:style w:type="character" w:styleId="CommentReference">
    <w:name w:val="annotation reference"/>
    <w:semiHidden/>
    <w:rsid w:val="001C25BA"/>
    <w:rPr>
      <w:sz w:val="16"/>
      <w:szCs w:val="16"/>
    </w:rPr>
  </w:style>
  <w:style w:type="paragraph" w:styleId="CommentText">
    <w:name w:val="annotation text"/>
    <w:basedOn w:val="Normal"/>
    <w:semiHidden/>
    <w:rsid w:val="001C25B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C25BA"/>
    <w:rPr>
      <w:b/>
      <w:bCs/>
    </w:rPr>
  </w:style>
  <w:style w:type="character" w:customStyle="1" w:styleId="HeaderChar">
    <w:name w:val="Header Char"/>
    <w:link w:val="Header"/>
    <w:rsid w:val="00AE1B4D"/>
    <w:rPr>
      <w:sz w:val="24"/>
      <w:lang w:eastAsia="en-US"/>
    </w:rPr>
  </w:style>
  <w:style w:type="paragraph" w:styleId="BodyText3">
    <w:name w:val="Body Text 3"/>
    <w:basedOn w:val="Normal"/>
    <w:link w:val="BodyText3Char"/>
    <w:rsid w:val="00AE1B4D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E1B4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.nsw.gov.au/immunisation/Pages/schoolvaccination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Letters%20&amp;%20Faxes\AIDS%20Coordinators%20Fa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AIDS Coordinators Fax</Template>
  <TotalTime>1</TotalTime>
  <Pages>1</Pages>
  <Words>253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Facsimile</vt:lpstr>
    </vt:vector>
  </TitlesOfParts>
  <Company>Hunter PHU</Company>
  <LinksUpToDate>false</LinksUpToDate>
  <CharactersWithSpaces>1654</CharactersWithSpaces>
  <SharedDoc>false</SharedDoc>
  <HLinks>
    <vt:vector size="6" baseType="variant">
      <vt:variant>
        <vt:i4>2424955</vt:i4>
      </vt:variant>
      <vt:variant>
        <vt:i4>0</vt:i4>
      </vt:variant>
      <vt:variant>
        <vt:i4>0</vt:i4>
      </vt:variant>
      <vt:variant>
        <vt:i4>5</vt:i4>
      </vt:variant>
      <vt:variant>
        <vt:lpwstr>http://www.health.nsw.gov.au/immunisation/Pages/schoolvaccination.aspx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Facsimile</dc:title>
  <dc:creator>Vicki Buxton</dc:creator>
  <cp:lastModifiedBy>Barnes, Julie</cp:lastModifiedBy>
  <cp:revision>2</cp:revision>
  <cp:lastPrinted>2018-10-16T04:32:00Z</cp:lastPrinted>
  <dcterms:created xsi:type="dcterms:W3CDTF">2019-07-23T03:24:00Z</dcterms:created>
  <dcterms:modified xsi:type="dcterms:W3CDTF">2019-07-23T03:24:00Z</dcterms:modified>
</cp:coreProperties>
</file>